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655696" w14:textId="19002354" w:rsidR="00E40353" w:rsidRPr="000636FB" w:rsidRDefault="006D4237" w:rsidP="000636FB">
      <w:pPr>
        <w:pStyle w:val="Titel"/>
        <w:rPr>
          <w:rFonts w:ascii="Arial" w:hAnsi="Arial" w:cs="Arial"/>
          <w:b w:val="0"/>
          <w:sz w:val="22"/>
          <w:szCs w:val="22"/>
          <w:lang w:val="fr-FR"/>
        </w:rPr>
      </w:pPr>
      <w:r w:rsidRPr="000636FB">
        <w:rPr>
          <w:noProof/>
          <w:sz w:val="22"/>
          <w:szCs w:val="22"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556AD" wp14:editId="146556AE">
                <wp:simplePos x="0" y="0"/>
                <wp:positionH relativeFrom="column">
                  <wp:posOffset>-436880</wp:posOffset>
                </wp:positionH>
                <wp:positionV relativeFrom="paragraph">
                  <wp:posOffset>-417830</wp:posOffset>
                </wp:positionV>
                <wp:extent cx="1765300" cy="609600"/>
                <wp:effectExtent l="0" t="0" r="0" b="0"/>
                <wp:wrapNone/>
                <wp:docPr id="2" name="Rechteck 2">
                  <a:hlinkClick xmlns:a="http://schemas.openxmlformats.org/drawingml/2006/main" r:id="rId11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53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rect id="Rechteck 2" style="position:absolute;margin-left:-34.4pt;margin-top:-32.9pt;width:139pt;height:4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href="https://prixmontagne.ch/" o:spid="_x0000_s1026" o:button="t" filled="f" stroked="f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" w14:anchorId="0E4F0EB7">
                <v:fill o:detectmouseclick="t"/>
              </v:rect>
            </w:pict>
          </mc:Fallback>
        </mc:AlternateContent>
      </w:r>
      <w:r w:rsidRPr="000636FB">
        <w:rPr>
          <w:rFonts w:ascii="Arial" w:hAnsi="Arial" w:cs="Arial"/>
          <w:sz w:val="22"/>
          <w:szCs w:val="22"/>
          <w:lang w:val="fr-FR"/>
        </w:rPr>
        <w:t xml:space="preserve">Communiqué de presse du </w:t>
      </w:r>
      <w:r w:rsidR="005C0748" w:rsidRPr="000636FB">
        <w:rPr>
          <w:rFonts w:ascii="Arial" w:hAnsi="Arial" w:cs="Arial"/>
          <w:sz w:val="22"/>
          <w:szCs w:val="22"/>
          <w:lang w:val="fr-FR"/>
        </w:rPr>
        <w:t xml:space="preserve">10 </w:t>
      </w:r>
      <w:r w:rsidR="00A51585" w:rsidRPr="000636FB">
        <w:rPr>
          <w:rFonts w:ascii="Arial" w:hAnsi="Arial" w:cs="Arial"/>
          <w:sz w:val="22"/>
          <w:szCs w:val="22"/>
          <w:lang w:val="fr-FR"/>
        </w:rPr>
        <w:t xml:space="preserve">juillet </w:t>
      </w:r>
      <w:r w:rsidR="005C0748" w:rsidRPr="000636FB">
        <w:rPr>
          <w:rFonts w:ascii="Arial" w:hAnsi="Arial" w:cs="Arial"/>
          <w:sz w:val="22"/>
          <w:szCs w:val="22"/>
          <w:lang w:val="fr-FR"/>
        </w:rPr>
        <w:t>2024</w:t>
      </w:r>
    </w:p>
    <w:p w14:paraId="14655698" w14:textId="57786666" w:rsidR="00E40353" w:rsidRPr="005C0CF1" w:rsidRDefault="006D4237">
      <w:pPr>
        <w:spacing w:line="300" w:lineRule="exact"/>
        <w:rPr>
          <w:rFonts w:ascii="Arial" w:hAnsi="Arial" w:cs="Arial"/>
          <w:lang w:val="fr-FR"/>
        </w:rPr>
      </w:pPr>
      <w:r w:rsidRPr="005C0CF1">
        <w:rPr>
          <w:rFonts w:ascii="Arial" w:hAnsi="Arial"/>
          <w:b/>
          <w:sz w:val="28"/>
          <w:szCs w:val="28"/>
          <w:lang w:val="fr-FR"/>
        </w:rPr>
        <w:t xml:space="preserve">Prix Montagne </w:t>
      </w:r>
      <w:r w:rsidR="005C0748" w:rsidRPr="005C0CF1">
        <w:rPr>
          <w:rFonts w:ascii="Arial" w:hAnsi="Arial"/>
          <w:b/>
          <w:sz w:val="28"/>
          <w:szCs w:val="28"/>
          <w:lang w:val="fr-FR"/>
        </w:rPr>
        <w:t xml:space="preserve">2024 </w:t>
      </w:r>
      <w:r w:rsidR="007A1D41">
        <w:rPr>
          <w:rFonts w:ascii="Arial" w:hAnsi="Arial"/>
          <w:b/>
          <w:sz w:val="28"/>
          <w:szCs w:val="28"/>
          <w:lang w:val="fr-FR"/>
        </w:rPr>
        <w:t>–</w:t>
      </w:r>
      <w:r w:rsidR="00F14389" w:rsidRPr="005C0CF1">
        <w:rPr>
          <w:rFonts w:ascii="Arial" w:hAnsi="Arial"/>
          <w:b/>
          <w:sz w:val="28"/>
          <w:szCs w:val="28"/>
          <w:lang w:val="fr-FR"/>
        </w:rPr>
        <w:t xml:space="preserve"> </w:t>
      </w:r>
      <w:proofErr w:type="spellStart"/>
      <w:r w:rsidR="005C0748" w:rsidRPr="005C0CF1">
        <w:rPr>
          <w:rFonts w:ascii="Arial" w:hAnsi="Arial"/>
          <w:b/>
          <w:sz w:val="28"/>
          <w:szCs w:val="28"/>
          <w:lang w:val="fr-FR"/>
        </w:rPr>
        <w:t>Butia</w:t>
      </w:r>
      <w:proofErr w:type="spellEnd"/>
      <w:r w:rsidR="005C0748" w:rsidRPr="005C0CF1">
        <w:rPr>
          <w:rFonts w:ascii="Arial" w:hAnsi="Arial"/>
          <w:b/>
          <w:sz w:val="28"/>
          <w:szCs w:val="28"/>
          <w:lang w:val="fr-FR"/>
        </w:rPr>
        <w:t xml:space="preserve"> </w:t>
      </w:r>
      <w:proofErr w:type="spellStart"/>
      <w:r w:rsidR="005C0748" w:rsidRPr="005C0CF1">
        <w:rPr>
          <w:rFonts w:ascii="Arial" w:hAnsi="Arial"/>
          <w:b/>
          <w:sz w:val="28"/>
          <w:szCs w:val="28"/>
          <w:lang w:val="fr-FR"/>
        </w:rPr>
        <w:t>Ramosch</w:t>
      </w:r>
      <w:proofErr w:type="spellEnd"/>
    </w:p>
    <w:p w14:paraId="14655699" w14:textId="77777777" w:rsidR="0027320B" w:rsidRPr="005C0CF1" w:rsidRDefault="0027320B" w:rsidP="0027320B">
      <w:pPr>
        <w:spacing w:line="300" w:lineRule="exact"/>
        <w:rPr>
          <w:rFonts w:ascii="Arial" w:hAnsi="Arial" w:cs="Arial"/>
          <w:lang w:val="fr-FR"/>
        </w:rPr>
      </w:pPr>
    </w:p>
    <w:p w14:paraId="1465569A" w14:textId="77777777" w:rsidR="00E40353" w:rsidRPr="005C0CF1" w:rsidRDefault="006D4237">
      <w:pPr>
        <w:spacing w:line="300" w:lineRule="exact"/>
        <w:rPr>
          <w:rFonts w:ascii="Arial" w:hAnsi="Arial" w:cs="Arial"/>
          <w:b/>
          <w:lang w:val="fr-FR"/>
        </w:rPr>
      </w:pPr>
      <w:r w:rsidRPr="005C0CF1">
        <w:rPr>
          <w:rFonts w:ascii="Arial" w:hAnsi="Arial" w:cs="Arial"/>
          <w:b/>
          <w:lang w:val="fr-FR"/>
        </w:rPr>
        <w:t>Légendes des photos :</w:t>
      </w:r>
    </w:p>
    <w:p w14:paraId="1465569B" w14:textId="4854EEFA" w:rsidR="00E40353" w:rsidRPr="005C0CF1" w:rsidRDefault="006D423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proofErr w:type="gramStart"/>
      <w:r w:rsidR="00F8532F" w:rsidRPr="005C0CF1">
        <w:rPr>
          <w:rFonts w:ascii="Arial" w:hAnsi="Arial" w:cs="Arial"/>
          <w:lang w:val="fr-FR"/>
        </w:rPr>
        <w:t>01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 xml:space="preserve"> </w:t>
      </w:r>
      <w:r w:rsidRPr="005C0CF1">
        <w:rPr>
          <w:rFonts w:ascii="Arial" w:hAnsi="Arial" w:cs="Arial"/>
          <w:lang w:val="fr-FR"/>
        </w:rPr>
        <w:tab/>
      </w:r>
      <w:r w:rsidR="005C0748" w:rsidRPr="005C0CF1">
        <w:rPr>
          <w:rFonts w:ascii="Arial" w:hAnsi="Arial" w:cs="Arial"/>
          <w:lang w:val="fr-FR"/>
        </w:rPr>
        <w:t xml:space="preserve">La </w:t>
      </w:r>
      <w:proofErr w:type="spellStart"/>
      <w:r w:rsidR="005C0748" w:rsidRPr="005C0CF1">
        <w:rPr>
          <w:rFonts w:ascii="Arial" w:hAnsi="Arial" w:cs="Arial"/>
          <w:lang w:val="fr-FR"/>
        </w:rPr>
        <w:t>Butia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</w:t>
      </w:r>
      <w:proofErr w:type="spellStart"/>
      <w:r w:rsidR="005C0748" w:rsidRPr="005C0CF1">
        <w:rPr>
          <w:rFonts w:ascii="Arial" w:hAnsi="Arial" w:cs="Arial"/>
          <w:lang w:val="fr-FR"/>
        </w:rPr>
        <w:t>Ramosch</w:t>
      </w:r>
      <w:proofErr w:type="spellEnd"/>
      <w:r w:rsidR="005C0748" w:rsidRPr="005C0CF1">
        <w:rPr>
          <w:rFonts w:ascii="Arial" w:hAnsi="Arial" w:cs="Arial"/>
          <w:lang w:val="fr-FR"/>
        </w:rPr>
        <w:t xml:space="preserve"> est un magasin de village</w:t>
      </w:r>
      <w:r w:rsidR="0050641F">
        <w:rPr>
          <w:rFonts w:ascii="Arial" w:hAnsi="Arial" w:cs="Arial"/>
          <w:lang w:val="fr-FR"/>
        </w:rPr>
        <w:t xml:space="preserve"> et aussi</w:t>
      </w:r>
      <w:r w:rsidR="005C0748" w:rsidRPr="005C0CF1">
        <w:rPr>
          <w:rFonts w:ascii="Arial" w:hAnsi="Arial" w:cs="Arial"/>
          <w:lang w:val="fr-FR"/>
        </w:rPr>
        <w:t xml:space="preserve"> le seul point de rencontre du village de </w:t>
      </w:r>
      <w:proofErr w:type="spellStart"/>
      <w:r w:rsidR="0050641F">
        <w:rPr>
          <w:rFonts w:ascii="Arial" w:hAnsi="Arial" w:cs="Arial"/>
          <w:lang w:val="fr-FR"/>
        </w:rPr>
        <w:t>Ramosh</w:t>
      </w:r>
      <w:proofErr w:type="spellEnd"/>
      <w:r w:rsidR="0050641F">
        <w:rPr>
          <w:rFonts w:ascii="Arial" w:hAnsi="Arial" w:cs="Arial"/>
          <w:lang w:val="fr-FR"/>
        </w:rPr>
        <w:t xml:space="preserve"> en </w:t>
      </w:r>
      <w:r w:rsidR="005C0748" w:rsidRPr="005C0CF1">
        <w:rPr>
          <w:rFonts w:ascii="Arial" w:hAnsi="Arial" w:cs="Arial"/>
          <w:lang w:val="fr-FR"/>
        </w:rPr>
        <w:t xml:space="preserve">Basse-Engadine. La moitié de </w:t>
      </w:r>
      <w:proofErr w:type="spellStart"/>
      <w:r w:rsidR="005C0748" w:rsidRPr="005C0CF1">
        <w:rPr>
          <w:rFonts w:ascii="Arial" w:hAnsi="Arial" w:cs="Arial"/>
          <w:lang w:val="fr-FR"/>
        </w:rPr>
        <w:t>Ramosch</w:t>
      </w:r>
      <w:proofErr w:type="spellEnd"/>
      <w:r w:rsidR="005C0748" w:rsidRPr="005C0CF1">
        <w:rPr>
          <w:rFonts w:ascii="Arial" w:hAnsi="Arial" w:cs="Arial"/>
          <w:lang w:val="fr-FR"/>
        </w:rPr>
        <w:t xml:space="preserve"> s'y retrouve</w:t>
      </w:r>
      <w:r w:rsidR="00C1660D" w:rsidRPr="005C0CF1">
        <w:rPr>
          <w:rFonts w:ascii="Arial" w:hAnsi="Arial" w:cs="Arial"/>
          <w:lang w:val="fr-FR"/>
        </w:rPr>
        <w:t>.</w:t>
      </w:r>
    </w:p>
    <w:p w14:paraId="1465569C" w14:textId="7D60BEF0" w:rsidR="00E40353" w:rsidRPr="005C0CF1" w:rsidRDefault="006D4237">
      <w:pPr>
        <w:spacing w:after="120" w:line="240" w:lineRule="auto"/>
        <w:ind w:left="1560" w:hanging="1560"/>
        <w:rPr>
          <w:lang w:val="fr-FR"/>
        </w:rPr>
      </w:pPr>
      <w:r w:rsidRPr="005C0CF1">
        <w:rPr>
          <w:rFonts w:ascii="Arial" w:hAnsi="Arial" w:cs="Arial"/>
          <w:lang w:val="fr-FR"/>
        </w:rPr>
        <w:t xml:space="preserve">Image </w:t>
      </w:r>
      <w:proofErr w:type="gramStart"/>
      <w:r w:rsidR="00F8532F" w:rsidRPr="005C0CF1">
        <w:rPr>
          <w:rFonts w:ascii="Arial" w:hAnsi="Arial" w:cs="Arial"/>
          <w:lang w:val="fr-FR"/>
        </w:rPr>
        <w:t>02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ab/>
      </w:r>
      <w:r w:rsidR="005C0748" w:rsidRPr="005C0CF1">
        <w:rPr>
          <w:rFonts w:ascii="Arial" w:hAnsi="Arial" w:cs="Arial"/>
          <w:lang w:val="fr-FR"/>
        </w:rPr>
        <w:t xml:space="preserve">L'âme de la </w:t>
      </w:r>
      <w:proofErr w:type="spellStart"/>
      <w:r w:rsidR="005C0748" w:rsidRPr="005C0CF1">
        <w:rPr>
          <w:rFonts w:ascii="Arial" w:hAnsi="Arial" w:cs="Arial"/>
          <w:lang w:val="fr-FR"/>
        </w:rPr>
        <w:t>Butia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est Wanda </w:t>
      </w:r>
      <w:proofErr w:type="spellStart"/>
      <w:r w:rsidR="00440623" w:rsidRPr="005C0CF1">
        <w:rPr>
          <w:rFonts w:ascii="Arial" w:hAnsi="Arial" w:cs="Arial"/>
          <w:lang w:val="fr-FR"/>
        </w:rPr>
        <w:t>Hopman</w:t>
      </w:r>
      <w:proofErr w:type="spellEnd"/>
      <w:r w:rsidR="005C0748" w:rsidRPr="005C0CF1">
        <w:rPr>
          <w:rFonts w:ascii="Arial" w:hAnsi="Arial" w:cs="Arial"/>
          <w:lang w:val="fr-FR"/>
        </w:rPr>
        <w:t xml:space="preserve">. Elle gère le magasin du village avec son bistrot, son </w:t>
      </w:r>
      <w:r w:rsidR="00721223" w:rsidRPr="005C0CF1">
        <w:rPr>
          <w:rFonts w:ascii="Arial" w:hAnsi="Arial" w:cs="Arial"/>
          <w:lang w:val="fr-FR"/>
        </w:rPr>
        <w:t>bureau de poste et son office du tourisme. Elle</w:t>
      </w:r>
      <w:r w:rsidR="005C0748" w:rsidRPr="005C0CF1">
        <w:rPr>
          <w:rFonts w:ascii="Arial" w:hAnsi="Arial" w:cs="Arial"/>
          <w:lang w:val="fr-FR"/>
        </w:rPr>
        <w:t xml:space="preserve"> tient </w:t>
      </w:r>
      <w:r w:rsidR="005C0CF1">
        <w:rPr>
          <w:rFonts w:ascii="Arial" w:hAnsi="Arial" w:cs="Arial"/>
          <w:lang w:val="fr-FR"/>
        </w:rPr>
        <w:t xml:space="preserve">également </w:t>
      </w:r>
      <w:r w:rsidR="005C0748" w:rsidRPr="005C0CF1">
        <w:rPr>
          <w:rFonts w:ascii="Arial" w:hAnsi="Arial" w:cs="Arial"/>
          <w:lang w:val="fr-FR"/>
        </w:rPr>
        <w:t>elle-même la caisse.</w:t>
      </w:r>
    </w:p>
    <w:p w14:paraId="1465569D" w14:textId="038A0064" w:rsidR="00E40353" w:rsidRPr="005C0CF1" w:rsidRDefault="006D4237">
      <w:pPr>
        <w:spacing w:after="120" w:line="240" w:lineRule="auto"/>
        <w:ind w:left="1560" w:hanging="1560"/>
        <w:rPr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proofErr w:type="gramStart"/>
      <w:r w:rsidR="00F8532F" w:rsidRPr="005C0CF1">
        <w:rPr>
          <w:rFonts w:ascii="Arial" w:hAnsi="Arial" w:cs="Arial"/>
          <w:lang w:val="fr-FR"/>
        </w:rPr>
        <w:t>03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ab/>
      </w:r>
      <w:r w:rsidR="005C0748" w:rsidRPr="005C0CF1">
        <w:rPr>
          <w:rFonts w:ascii="Arial" w:hAnsi="Arial" w:cs="Arial"/>
          <w:lang w:val="fr-FR"/>
        </w:rPr>
        <w:t xml:space="preserve">La commune a fait construire ce bâtiment pour l'occasion, la </w:t>
      </w:r>
      <w:proofErr w:type="spellStart"/>
      <w:r w:rsidR="005C0748" w:rsidRPr="005C0CF1">
        <w:rPr>
          <w:rFonts w:ascii="Arial" w:hAnsi="Arial" w:cs="Arial"/>
          <w:lang w:val="fr-FR"/>
        </w:rPr>
        <w:t>Butia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</w:t>
      </w:r>
      <w:proofErr w:type="spellStart"/>
      <w:r w:rsidR="005C0748" w:rsidRPr="005C0CF1">
        <w:rPr>
          <w:rFonts w:ascii="Arial" w:hAnsi="Arial" w:cs="Arial"/>
          <w:lang w:val="fr-FR"/>
        </w:rPr>
        <w:t>Ramosch</w:t>
      </w:r>
      <w:proofErr w:type="spellEnd"/>
      <w:r w:rsidR="005C0748" w:rsidRPr="005C0CF1">
        <w:rPr>
          <w:rFonts w:ascii="Arial" w:hAnsi="Arial" w:cs="Arial"/>
          <w:lang w:val="fr-FR"/>
        </w:rPr>
        <w:t xml:space="preserve"> y est locataire</w:t>
      </w:r>
      <w:r w:rsidR="004F07B3" w:rsidRPr="005C0CF1">
        <w:rPr>
          <w:lang w:val="fr-FR"/>
        </w:rPr>
        <w:t xml:space="preserve">. </w:t>
      </w:r>
    </w:p>
    <w:p w14:paraId="1465569E" w14:textId="3C2AFFAB" w:rsidR="00E40353" w:rsidRPr="005C0CF1" w:rsidRDefault="006D423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proofErr w:type="gramStart"/>
      <w:r w:rsidR="00F8532F" w:rsidRPr="005C0CF1">
        <w:rPr>
          <w:rFonts w:ascii="Arial" w:hAnsi="Arial" w:cs="Arial"/>
          <w:lang w:val="fr-FR"/>
        </w:rPr>
        <w:t>04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 xml:space="preserve"> </w:t>
      </w:r>
      <w:r w:rsidRPr="005C0CF1">
        <w:rPr>
          <w:rFonts w:ascii="Arial" w:hAnsi="Arial" w:cs="Arial"/>
          <w:lang w:val="fr-FR"/>
        </w:rPr>
        <w:tab/>
      </w:r>
      <w:r w:rsidR="005C0748" w:rsidRPr="005C0CF1">
        <w:rPr>
          <w:rFonts w:ascii="Arial" w:hAnsi="Arial" w:cs="Arial"/>
          <w:lang w:val="fr-FR"/>
        </w:rPr>
        <w:t xml:space="preserve">Deux fois par semaine, Wanda </w:t>
      </w:r>
      <w:proofErr w:type="spellStart"/>
      <w:r w:rsidR="00440623" w:rsidRPr="005C0CF1">
        <w:rPr>
          <w:rFonts w:ascii="Arial" w:hAnsi="Arial" w:cs="Arial"/>
          <w:lang w:val="fr-FR"/>
        </w:rPr>
        <w:t>Hopman</w:t>
      </w:r>
      <w:proofErr w:type="spellEnd"/>
      <w:r w:rsidR="00440623" w:rsidRPr="005C0CF1">
        <w:rPr>
          <w:rFonts w:ascii="Arial" w:hAnsi="Arial" w:cs="Arial"/>
          <w:lang w:val="fr-FR"/>
        </w:rPr>
        <w:t xml:space="preserve"> </w:t>
      </w:r>
      <w:r w:rsidR="005C0748" w:rsidRPr="005C0CF1">
        <w:rPr>
          <w:rFonts w:ascii="Arial" w:hAnsi="Arial" w:cs="Arial"/>
          <w:lang w:val="fr-FR"/>
        </w:rPr>
        <w:t>cuisine pour ses hôtes à midi.</w:t>
      </w:r>
    </w:p>
    <w:p w14:paraId="1465569F" w14:textId="7918E915" w:rsidR="00E40353" w:rsidRPr="005C0CF1" w:rsidRDefault="006D423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proofErr w:type="gramStart"/>
      <w:r w:rsidR="00F8532F" w:rsidRPr="005C0CF1">
        <w:rPr>
          <w:rFonts w:ascii="Arial" w:hAnsi="Arial" w:cs="Arial"/>
          <w:lang w:val="fr-FR"/>
        </w:rPr>
        <w:t>05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 xml:space="preserve"> </w:t>
      </w:r>
      <w:r w:rsidRPr="005C0CF1">
        <w:rPr>
          <w:rFonts w:ascii="Arial" w:hAnsi="Arial" w:cs="Arial"/>
          <w:lang w:val="fr-FR"/>
        </w:rPr>
        <w:tab/>
      </w:r>
      <w:r w:rsidR="005C0748" w:rsidRPr="005C0CF1">
        <w:rPr>
          <w:rFonts w:ascii="Arial" w:hAnsi="Arial" w:cs="Arial"/>
          <w:lang w:val="fr-FR"/>
        </w:rPr>
        <w:t>Une associ</w:t>
      </w:r>
      <w:r w:rsidR="00721223" w:rsidRPr="005C0CF1">
        <w:rPr>
          <w:rFonts w:ascii="Arial" w:hAnsi="Arial" w:cs="Arial"/>
          <w:lang w:val="fr-FR"/>
        </w:rPr>
        <w:t xml:space="preserve">ation de promotion soutient la </w:t>
      </w:r>
      <w:proofErr w:type="spellStart"/>
      <w:r w:rsidR="00721223" w:rsidRPr="005C0CF1">
        <w:rPr>
          <w:rFonts w:ascii="Arial" w:hAnsi="Arial" w:cs="Arial"/>
          <w:lang w:val="fr-FR"/>
        </w:rPr>
        <w:t>B</w:t>
      </w:r>
      <w:r w:rsidR="005C0748" w:rsidRPr="005C0CF1">
        <w:rPr>
          <w:rFonts w:ascii="Arial" w:hAnsi="Arial" w:cs="Arial"/>
          <w:lang w:val="fr-FR"/>
        </w:rPr>
        <w:t>utia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financièrement et par </w:t>
      </w:r>
      <w:r w:rsidR="005C0CF1" w:rsidRPr="005C0CF1">
        <w:rPr>
          <w:rFonts w:ascii="Arial" w:hAnsi="Arial" w:cs="Arial"/>
          <w:lang w:val="fr-FR"/>
        </w:rPr>
        <w:t>du travail bénévole</w:t>
      </w:r>
      <w:r w:rsidR="005C0748" w:rsidRPr="005C0CF1">
        <w:rPr>
          <w:rFonts w:ascii="Arial" w:hAnsi="Arial" w:cs="Arial"/>
          <w:lang w:val="fr-FR"/>
        </w:rPr>
        <w:t xml:space="preserve">. </w:t>
      </w:r>
      <w:proofErr w:type="spellStart"/>
      <w:r w:rsidR="005C0748" w:rsidRPr="005C0CF1">
        <w:rPr>
          <w:rFonts w:ascii="Arial" w:hAnsi="Arial" w:cs="Arial"/>
          <w:lang w:val="fr-FR"/>
        </w:rPr>
        <w:t>Cla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</w:t>
      </w:r>
      <w:proofErr w:type="spellStart"/>
      <w:r w:rsidR="00440623" w:rsidRPr="005C0CF1">
        <w:rPr>
          <w:rFonts w:ascii="Arial" w:hAnsi="Arial" w:cs="Arial"/>
          <w:lang w:val="fr-FR"/>
        </w:rPr>
        <w:t>Nogler</w:t>
      </w:r>
      <w:proofErr w:type="spellEnd"/>
      <w:r w:rsidR="006B1086" w:rsidRPr="005C0CF1">
        <w:rPr>
          <w:rFonts w:ascii="Arial" w:hAnsi="Arial" w:cs="Arial"/>
          <w:lang w:val="fr-FR"/>
        </w:rPr>
        <w:t>, membr</w:t>
      </w:r>
      <w:r w:rsidR="00721223" w:rsidRPr="005C0CF1">
        <w:rPr>
          <w:rFonts w:ascii="Arial" w:hAnsi="Arial" w:cs="Arial"/>
          <w:lang w:val="fr-FR"/>
        </w:rPr>
        <w:t>e du comité de l'association, n</w:t>
      </w:r>
      <w:r w:rsidR="005C0CF1" w:rsidRPr="005C0CF1">
        <w:rPr>
          <w:rFonts w:ascii="Arial" w:hAnsi="Arial" w:cs="Arial"/>
          <w:lang w:val="fr-FR"/>
        </w:rPr>
        <w:t>e v</w:t>
      </w:r>
      <w:r w:rsidR="00721223" w:rsidRPr="005C0CF1">
        <w:rPr>
          <w:rFonts w:ascii="Arial" w:hAnsi="Arial" w:cs="Arial"/>
          <w:lang w:val="fr-FR"/>
        </w:rPr>
        <w:t xml:space="preserve">eut </w:t>
      </w:r>
      <w:r w:rsidR="005C0CF1" w:rsidRPr="005C0CF1">
        <w:rPr>
          <w:rFonts w:ascii="Arial" w:hAnsi="Arial" w:cs="Arial"/>
          <w:lang w:val="fr-FR"/>
        </w:rPr>
        <w:t xml:space="preserve">même </w:t>
      </w:r>
      <w:r w:rsidR="00721223" w:rsidRPr="005C0CF1">
        <w:rPr>
          <w:rFonts w:ascii="Arial" w:hAnsi="Arial" w:cs="Arial"/>
          <w:lang w:val="fr-FR"/>
        </w:rPr>
        <w:t>pas i</w:t>
      </w:r>
      <w:r w:rsidR="005C0748" w:rsidRPr="005C0CF1">
        <w:rPr>
          <w:rFonts w:ascii="Arial" w:hAnsi="Arial" w:cs="Arial"/>
          <w:lang w:val="fr-FR"/>
        </w:rPr>
        <w:t>magine</w:t>
      </w:r>
      <w:r w:rsidR="00721223" w:rsidRPr="005C0CF1">
        <w:rPr>
          <w:rFonts w:ascii="Arial" w:hAnsi="Arial" w:cs="Arial"/>
          <w:lang w:val="fr-FR"/>
        </w:rPr>
        <w:t xml:space="preserve">r </w:t>
      </w:r>
      <w:proofErr w:type="spellStart"/>
      <w:r w:rsidR="005C0748" w:rsidRPr="005C0CF1">
        <w:rPr>
          <w:rFonts w:ascii="Arial" w:hAnsi="Arial" w:cs="Arial"/>
          <w:lang w:val="fr-FR"/>
        </w:rPr>
        <w:t>Ramosch</w:t>
      </w:r>
      <w:proofErr w:type="spellEnd"/>
      <w:r w:rsidR="005C0748" w:rsidRPr="005C0CF1">
        <w:rPr>
          <w:rFonts w:ascii="Arial" w:hAnsi="Arial" w:cs="Arial"/>
          <w:lang w:val="fr-FR"/>
        </w:rPr>
        <w:t xml:space="preserve"> sans magasin de village</w:t>
      </w:r>
      <w:r w:rsidR="00E242CF" w:rsidRPr="005C0CF1">
        <w:rPr>
          <w:rFonts w:ascii="Arial" w:hAnsi="Arial" w:cs="Arial"/>
          <w:lang w:val="fr-FR"/>
        </w:rPr>
        <w:t>.</w:t>
      </w:r>
    </w:p>
    <w:p w14:paraId="146556A0" w14:textId="4BB2D2EC" w:rsidR="00E40353" w:rsidRPr="005C0CF1" w:rsidRDefault="006D4237">
      <w:pPr>
        <w:spacing w:after="120" w:line="240" w:lineRule="auto"/>
        <w:ind w:left="1560" w:hanging="1560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proofErr w:type="gramStart"/>
      <w:r w:rsidR="00F8532F" w:rsidRPr="005C0CF1">
        <w:rPr>
          <w:rFonts w:ascii="Arial" w:hAnsi="Arial" w:cs="Arial"/>
          <w:lang w:val="fr-FR"/>
        </w:rPr>
        <w:t>06</w:t>
      </w:r>
      <w:r w:rsidRPr="005C0CF1">
        <w:rPr>
          <w:rFonts w:ascii="Arial" w:hAnsi="Arial" w:cs="Arial"/>
          <w:lang w:val="fr-FR"/>
        </w:rPr>
        <w:t>:</w:t>
      </w:r>
      <w:proofErr w:type="gramEnd"/>
      <w:r w:rsidRPr="005C0CF1">
        <w:rPr>
          <w:rFonts w:ascii="Arial" w:hAnsi="Arial" w:cs="Arial"/>
          <w:lang w:val="fr-FR"/>
        </w:rPr>
        <w:t xml:space="preserve"> </w:t>
      </w:r>
      <w:r w:rsidRPr="005C0CF1">
        <w:rPr>
          <w:rFonts w:ascii="Arial" w:hAnsi="Arial" w:cs="Arial"/>
          <w:lang w:val="fr-FR"/>
        </w:rPr>
        <w:tab/>
      </w:r>
      <w:r w:rsidR="000339FB">
        <w:rPr>
          <w:rFonts w:ascii="Arial" w:hAnsi="Arial" w:cs="Arial"/>
          <w:lang w:val="fr-FR"/>
        </w:rPr>
        <w:t xml:space="preserve">La </w:t>
      </w:r>
      <w:proofErr w:type="spellStart"/>
      <w:r w:rsidR="000339FB">
        <w:rPr>
          <w:rFonts w:ascii="Arial" w:hAnsi="Arial" w:cs="Arial"/>
          <w:lang w:val="fr-FR"/>
        </w:rPr>
        <w:t>Butia</w:t>
      </w:r>
      <w:proofErr w:type="spellEnd"/>
      <w:r w:rsidR="005C0748" w:rsidRPr="005C0CF1">
        <w:rPr>
          <w:rFonts w:ascii="Arial" w:hAnsi="Arial" w:cs="Arial"/>
          <w:lang w:val="fr-FR"/>
        </w:rPr>
        <w:t xml:space="preserve"> </w:t>
      </w:r>
      <w:r w:rsidR="000339FB">
        <w:rPr>
          <w:rFonts w:ascii="Arial" w:hAnsi="Arial" w:cs="Arial"/>
          <w:lang w:val="fr-FR"/>
        </w:rPr>
        <w:t>propose de nombreux</w:t>
      </w:r>
      <w:r w:rsidR="005C0748" w:rsidRPr="005C0CF1">
        <w:rPr>
          <w:rFonts w:ascii="Arial" w:hAnsi="Arial" w:cs="Arial"/>
          <w:lang w:val="fr-FR"/>
        </w:rPr>
        <w:t xml:space="preserve"> produits locaux. Par exemple, le pain et les délicieuses tourtes aux noix du boulanger </w:t>
      </w:r>
      <w:r w:rsidR="00440623" w:rsidRPr="005C0CF1">
        <w:rPr>
          <w:rFonts w:ascii="Arial" w:hAnsi="Arial" w:cs="Arial"/>
          <w:lang w:val="fr-FR"/>
        </w:rPr>
        <w:t xml:space="preserve">Curdin </w:t>
      </w:r>
      <w:proofErr w:type="spellStart"/>
      <w:r w:rsidR="00440623" w:rsidRPr="005C0CF1">
        <w:rPr>
          <w:rFonts w:ascii="Arial" w:hAnsi="Arial" w:cs="Arial"/>
          <w:lang w:val="fr-FR"/>
        </w:rPr>
        <w:t>Marugg</w:t>
      </w:r>
      <w:proofErr w:type="spellEnd"/>
      <w:r w:rsidR="00440623" w:rsidRPr="005C0CF1">
        <w:rPr>
          <w:rFonts w:ascii="Arial" w:hAnsi="Arial" w:cs="Arial"/>
          <w:lang w:val="fr-FR"/>
        </w:rPr>
        <w:t xml:space="preserve"> </w:t>
      </w:r>
      <w:r w:rsidR="005C0748" w:rsidRPr="005C0CF1">
        <w:rPr>
          <w:rFonts w:ascii="Arial" w:hAnsi="Arial" w:cs="Arial"/>
          <w:lang w:val="fr-FR"/>
        </w:rPr>
        <w:t xml:space="preserve">de </w:t>
      </w:r>
      <w:proofErr w:type="spellStart"/>
      <w:r w:rsidR="005C0748" w:rsidRPr="005C0CF1">
        <w:rPr>
          <w:rFonts w:ascii="Arial" w:hAnsi="Arial" w:cs="Arial"/>
          <w:lang w:val="fr-FR"/>
        </w:rPr>
        <w:t>Ftan</w:t>
      </w:r>
      <w:proofErr w:type="spellEnd"/>
      <w:r w:rsidR="005C7C41" w:rsidRPr="005C0CF1">
        <w:rPr>
          <w:rFonts w:ascii="Arial" w:hAnsi="Arial" w:cs="Arial"/>
          <w:lang w:val="fr-FR"/>
        </w:rPr>
        <w:t>.</w:t>
      </w:r>
    </w:p>
    <w:p w14:paraId="146556A1" w14:textId="26529129" w:rsidR="00E40353" w:rsidRPr="005C0CF1" w:rsidRDefault="006D4237">
      <w:pPr>
        <w:spacing w:after="120" w:line="240" w:lineRule="auto"/>
        <w:ind w:left="1560" w:hanging="1560"/>
        <w:rPr>
          <w:rStyle w:val="normaltextrun"/>
          <w:lang w:val="fr-FR"/>
        </w:rPr>
      </w:pPr>
      <w:r w:rsidRPr="005C0CF1">
        <w:rPr>
          <w:rFonts w:ascii="Arial" w:hAnsi="Arial" w:cs="Arial"/>
          <w:lang w:val="fr-FR"/>
        </w:rPr>
        <w:t xml:space="preserve">Photo </w:t>
      </w:r>
      <w:r w:rsidR="00F8532F" w:rsidRPr="005C0CF1">
        <w:rPr>
          <w:rFonts w:ascii="Arial" w:hAnsi="Arial" w:cs="Arial"/>
          <w:lang w:val="fr-FR"/>
        </w:rPr>
        <w:t>07</w:t>
      </w:r>
      <w:r w:rsidRPr="005C0CF1">
        <w:rPr>
          <w:rFonts w:ascii="Arial" w:hAnsi="Arial" w:cs="Arial"/>
          <w:lang w:val="fr-FR"/>
        </w:rPr>
        <w:t>:</w:t>
      </w:r>
      <w:r w:rsidRPr="005C0CF1">
        <w:rPr>
          <w:rFonts w:ascii="Arial" w:hAnsi="Arial" w:cs="Arial"/>
          <w:lang w:val="fr-FR"/>
        </w:rPr>
        <w:tab/>
      </w:r>
      <w:r w:rsidR="005C0CF1" w:rsidRPr="005C0CF1">
        <w:rPr>
          <w:rFonts w:ascii="Arial" w:hAnsi="Arial" w:cs="Arial"/>
          <w:lang w:val="fr-FR"/>
        </w:rPr>
        <w:t xml:space="preserve">Le bâtiment moderne en bois de la </w:t>
      </w:r>
      <w:proofErr w:type="spellStart"/>
      <w:r w:rsidR="005C0CF1" w:rsidRPr="005C0CF1">
        <w:rPr>
          <w:rFonts w:ascii="Arial" w:hAnsi="Arial" w:cs="Arial"/>
          <w:lang w:val="fr-FR"/>
        </w:rPr>
        <w:t>Butia</w:t>
      </w:r>
      <w:proofErr w:type="spellEnd"/>
      <w:r w:rsidR="005C0CF1" w:rsidRPr="005C0CF1">
        <w:rPr>
          <w:rFonts w:ascii="Arial" w:hAnsi="Arial" w:cs="Arial"/>
          <w:lang w:val="fr-FR"/>
        </w:rPr>
        <w:t xml:space="preserve"> </w:t>
      </w:r>
      <w:proofErr w:type="spellStart"/>
      <w:r w:rsidR="005C0CF1" w:rsidRPr="005C0CF1">
        <w:rPr>
          <w:rFonts w:ascii="Arial" w:hAnsi="Arial" w:cs="Arial"/>
          <w:lang w:val="fr-FR"/>
        </w:rPr>
        <w:t>Ramosch</w:t>
      </w:r>
      <w:proofErr w:type="spellEnd"/>
      <w:r w:rsidR="005C0CF1" w:rsidRPr="005C0CF1">
        <w:rPr>
          <w:rFonts w:ascii="Arial" w:hAnsi="Arial" w:cs="Arial"/>
          <w:lang w:val="fr-FR"/>
        </w:rPr>
        <w:t xml:space="preserve"> s</w:t>
      </w:r>
      <w:r w:rsidR="005C0748" w:rsidRPr="005C0CF1">
        <w:rPr>
          <w:rFonts w:ascii="Arial" w:hAnsi="Arial" w:cs="Arial"/>
          <w:lang w:val="fr-FR"/>
        </w:rPr>
        <w:t>'intègre parfaitement d</w:t>
      </w:r>
      <w:r w:rsidR="005C0CF1" w:rsidRPr="005C0CF1">
        <w:rPr>
          <w:rFonts w:ascii="Arial" w:hAnsi="Arial" w:cs="Arial"/>
          <w:lang w:val="fr-FR"/>
        </w:rPr>
        <w:t>ans le vieux centre du village</w:t>
      </w:r>
      <w:r w:rsidR="005C0748" w:rsidRPr="005C0CF1">
        <w:rPr>
          <w:rFonts w:ascii="Arial" w:hAnsi="Arial" w:cs="Arial"/>
          <w:lang w:val="fr-FR"/>
        </w:rPr>
        <w:t>.</w:t>
      </w:r>
    </w:p>
    <w:p w14:paraId="146556A2" w14:textId="77777777" w:rsidR="0027320B" w:rsidRPr="005C0CF1" w:rsidRDefault="0027320B" w:rsidP="0027320B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</w:p>
    <w:p w14:paraId="146556A3" w14:textId="77777777" w:rsidR="00721223" w:rsidRPr="005C0CF1" w:rsidRDefault="00721223" w:rsidP="00721223">
      <w:pPr>
        <w:tabs>
          <w:tab w:val="left" w:pos="851"/>
        </w:tabs>
        <w:spacing w:line="300" w:lineRule="exact"/>
        <w:ind w:left="1560" w:hanging="1560"/>
        <w:rPr>
          <w:rFonts w:ascii="Arial" w:hAnsi="Arial" w:cs="Arial"/>
          <w:b/>
          <w:lang w:val="fr-FR"/>
        </w:rPr>
      </w:pPr>
      <w:r w:rsidRPr="005C0CF1">
        <w:rPr>
          <w:rFonts w:ascii="Arial" w:hAnsi="Arial" w:cs="Arial"/>
          <w:b/>
          <w:lang w:val="fr-FR"/>
        </w:rPr>
        <w:t>Photos à usage rédactionnel, libres de droits.</w:t>
      </w:r>
    </w:p>
    <w:p w14:paraId="146556A4" w14:textId="40FD3637" w:rsidR="00721223" w:rsidRPr="005C0CF1" w:rsidRDefault="00721223" w:rsidP="00721223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lang w:val="fr-FR"/>
        </w:rPr>
        <w:t xml:space="preserve">Source des </w:t>
      </w:r>
      <w:proofErr w:type="gramStart"/>
      <w:r w:rsidRPr="005C0CF1">
        <w:rPr>
          <w:rFonts w:ascii="Arial" w:hAnsi="Arial" w:cs="Arial"/>
          <w:lang w:val="fr-FR"/>
        </w:rPr>
        <w:t>photos:</w:t>
      </w:r>
      <w:proofErr w:type="gramEnd"/>
      <w:r w:rsidRPr="005C0CF1">
        <w:rPr>
          <w:rFonts w:ascii="Arial" w:hAnsi="Arial" w:cs="Arial"/>
          <w:lang w:val="fr-FR"/>
        </w:rPr>
        <w:t xml:space="preserve"> Max </w:t>
      </w:r>
      <w:proofErr w:type="spellStart"/>
      <w:r w:rsidRPr="005C0CF1">
        <w:rPr>
          <w:rFonts w:ascii="Arial" w:hAnsi="Arial" w:cs="Arial"/>
          <w:lang w:val="fr-FR"/>
        </w:rPr>
        <w:t>Hugelshofer</w:t>
      </w:r>
      <w:proofErr w:type="spellEnd"/>
      <w:r w:rsidRPr="005C0CF1">
        <w:rPr>
          <w:rFonts w:ascii="Arial" w:hAnsi="Arial" w:cs="Arial"/>
          <w:lang w:val="fr-FR"/>
        </w:rPr>
        <w:t xml:space="preserve"> (Aide suisse à la montagne)</w:t>
      </w:r>
    </w:p>
    <w:p w14:paraId="146556A5" w14:textId="6D049204" w:rsidR="00721223" w:rsidRPr="005C0CF1" w:rsidRDefault="00721223" w:rsidP="00721223">
      <w:pPr>
        <w:tabs>
          <w:tab w:val="left" w:pos="1134"/>
        </w:tabs>
        <w:spacing w:line="300" w:lineRule="exact"/>
        <w:rPr>
          <w:rFonts w:ascii="Arial" w:hAnsi="Arial" w:cs="Arial"/>
          <w:lang w:val="fr-FR"/>
        </w:rPr>
      </w:pPr>
      <w:r w:rsidRPr="005C0CF1">
        <w:rPr>
          <w:rFonts w:ascii="Arial" w:hAnsi="Arial" w:cs="Arial"/>
          <w:color w:val="000000"/>
          <w:lang w:val="fr-FR"/>
        </w:rPr>
        <w:sym w:font="Wingdings" w:char="F0E8"/>
      </w:r>
      <w:r w:rsidR="000636FB">
        <w:rPr>
          <w:rFonts w:ascii="Arial" w:hAnsi="Arial" w:cs="Arial"/>
          <w:color w:val="000000"/>
          <w:lang w:val="fr-FR"/>
        </w:rPr>
        <w:t xml:space="preserve"> </w:t>
      </w:r>
      <w:r w:rsidRPr="005C0CF1">
        <w:rPr>
          <w:rFonts w:ascii="Arial" w:hAnsi="Arial" w:cs="Arial"/>
          <w:color w:val="000000"/>
          <w:lang w:val="fr-FR"/>
        </w:rPr>
        <w:t xml:space="preserve">Communiqué de presse et photos à </w:t>
      </w:r>
      <w:proofErr w:type="gramStart"/>
      <w:r w:rsidRPr="005C0CF1">
        <w:rPr>
          <w:rFonts w:ascii="Arial" w:hAnsi="Arial" w:cs="Arial"/>
          <w:color w:val="000000"/>
          <w:lang w:val="fr-FR"/>
        </w:rPr>
        <w:t>télécharger:</w:t>
      </w:r>
      <w:proofErr w:type="gramEnd"/>
      <w:r w:rsidRPr="005C0CF1">
        <w:rPr>
          <w:rFonts w:ascii="Arial" w:hAnsi="Arial" w:cs="Arial"/>
          <w:color w:val="000000"/>
          <w:lang w:val="fr-FR"/>
        </w:rPr>
        <w:t xml:space="preserve"> </w:t>
      </w:r>
      <w:hyperlink r:id="rId12" w:history="1">
        <w:r w:rsidR="0002411F">
          <w:rPr>
            <w:rStyle w:val="Hyperlink"/>
            <w:rFonts w:ascii="Arial" w:eastAsiaTheme="majorEastAsia" w:hAnsi="Arial" w:cs="Arial"/>
            <w:lang w:val="fr-FR"/>
          </w:rPr>
          <w:t>prixmontagne.ch/</w:t>
        </w:r>
        <w:proofErr w:type="spellStart"/>
        <w:r w:rsidR="0002411F">
          <w:rPr>
            <w:rStyle w:val="Hyperlink"/>
            <w:rFonts w:ascii="Arial" w:eastAsiaTheme="majorEastAsia" w:hAnsi="Arial" w:cs="Arial"/>
            <w:lang w:val="fr-FR"/>
          </w:rPr>
          <w:t>medias</w:t>
        </w:r>
        <w:proofErr w:type="spellEnd"/>
      </w:hyperlink>
    </w:p>
    <w:p w14:paraId="146556A6" w14:textId="77777777" w:rsidR="00721223" w:rsidRPr="005C0CF1" w:rsidRDefault="00721223" w:rsidP="00721223">
      <w:pPr>
        <w:pStyle w:val="Corps"/>
        <w:spacing w:after="0" w:line="240" w:lineRule="auto"/>
        <w:rPr>
          <w:rStyle w:val="Aucun"/>
          <w:rFonts w:ascii="Arial" w:hAnsi="Arial"/>
          <w:b/>
          <w:bCs/>
          <w:lang w:val="fr-FR"/>
        </w:rPr>
      </w:pPr>
    </w:p>
    <w:p w14:paraId="146556A7" w14:textId="0251A7AA" w:rsidR="00721223" w:rsidRPr="005C0CF1" w:rsidRDefault="00721223" w:rsidP="00721223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  <w:r w:rsidRPr="005C0CF1">
        <w:rPr>
          <w:rStyle w:val="Aucun"/>
          <w:rFonts w:ascii="Arial" w:hAnsi="Arial"/>
          <w:b/>
          <w:bCs/>
          <w:lang w:val="fr-FR"/>
        </w:rPr>
        <w:t xml:space="preserve">Pour tous renseignements </w:t>
      </w:r>
      <w:proofErr w:type="gramStart"/>
      <w:r w:rsidRPr="005C0CF1">
        <w:rPr>
          <w:rStyle w:val="Aucun"/>
          <w:rFonts w:ascii="Arial" w:hAnsi="Arial"/>
          <w:b/>
          <w:bCs/>
          <w:lang w:val="fr-FR"/>
        </w:rPr>
        <w:t>complémentaires:</w:t>
      </w:r>
      <w:proofErr w:type="gramEnd"/>
    </w:p>
    <w:p w14:paraId="146556A8" w14:textId="77777777" w:rsidR="00721223" w:rsidRPr="005C0CF1" w:rsidRDefault="00721223" w:rsidP="00721223">
      <w:pPr>
        <w:pStyle w:val="Corps"/>
        <w:spacing w:after="0" w:line="240" w:lineRule="auto"/>
        <w:rPr>
          <w:rStyle w:val="Aucun"/>
          <w:rFonts w:ascii="Arial" w:eastAsia="Arial" w:hAnsi="Arial" w:cs="Arial"/>
          <w:b/>
          <w:bCs/>
          <w:lang w:val="fr-FR"/>
        </w:rPr>
      </w:pPr>
    </w:p>
    <w:p w14:paraId="146556A9" w14:textId="77777777" w:rsidR="00721223" w:rsidRPr="005C0CF1" w:rsidRDefault="00721223" w:rsidP="00721223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  <w:r w:rsidRPr="005C0CF1">
        <w:rPr>
          <w:rStyle w:val="Aucun"/>
          <w:rFonts w:ascii="Arial" w:hAnsi="Arial"/>
          <w:lang w:val="fr-FR"/>
        </w:rPr>
        <w:t xml:space="preserve">Christine </w:t>
      </w:r>
      <w:proofErr w:type="spellStart"/>
      <w:r w:rsidRPr="005C0CF1">
        <w:rPr>
          <w:rStyle w:val="Aucun"/>
          <w:rFonts w:ascii="Arial" w:hAnsi="Arial"/>
          <w:lang w:val="fr-FR"/>
        </w:rPr>
        <w:t>Urfer</w:t>
      </w:r>
      <w:proofErr w:type="spellEnd"/>
      <w:r w:rsidRPr="005C0CF1">
        <w:rPr>
          <w:rStyle w:val="Aucun"/>
          <w:rFonts w:ascii="Arial" w:hAnsi="Arial"/>
          <w:lang w:val="fr-FR"/>
        </w:rPr>
        <w:br/>
        <w:t>coordination médias de l’Aide suisse à la montagne pour la Suisse romande et le Tessin</w:t>
      </w:r>
    </w:p>
    <w:p w14:paraId="146556AA" w14:textId="77777777" w:rsidR="00721223" w:rsidRPr="005C0CF1" w:rsidRDefault="00721223" w:rsidP="00721223">
      <w:pPr>
        <w:pStyle w:val="Corps"/>
        <w:spacing w:after="0" w:line="240" w:lineRule="auto"/>
        <w:rPr>
          <w:rStyle w:val="Aucun"/>
          <w:rFonts w:ascii="Arial" w:eastAsia="Arial" w:hAnsi="Arial" w:cs="Arial"/>
          <w:lang w:val="fr-FR"/>
        </w:rPr>
      </w:pPr>
    </w:p>
    <w:p w14:paraId="146556AB" w14:textId="77777777" w:rsidR="00721223" w:rsidRPr="005C0CF1" w:rsidRDefault="00721223" w:rsidP="00721223">
      <w:pPr>
        <w:pStyle w:val="Corps"/>
        <w:spacing w:after="0" w:line="240" w:lineRule="auto"/>
        <w:rPr>
          <w:rFonts w:ascii="Arial" w:eastAsia="Arial" w:hAnsi="Arial" w:cs="Arial"/>
          <w:lang w:val="fr-FR"/>
        </w:rPr>
      </w:pPr>
      <w:r w:rsidRPr="005C0CF1">
        <w:rPr>
          <w:rStyle w:val="Aucun"/>
          <w:rFonts w:ascii="Arial" w:hAnsi="Arial"/>
          <w:lang w:val="fr-FR"/>
        </w:rPr>
        <w:t>Portable 078 619 05 00</w:t>
      </w:r>
      <w:r w:rsidRPr="005C0CF1">
        <w:rPr>
          <w:rStyle w:val="Aucun"/>
          <w:rFonts w:ascii="Arial" w:hAnsi="Arial"/>
          <w:lang w:val="fr-FR"/>
        </w:rPr>
        <w:br/>
      </w:r>
      <w:hyperlink r:id="rId13" w:history="1">
        <w:r w:rsidRPr="005C0CF1">
          <w:rPr>
            <w:rStyle w:val="Hyperlink"/>
            <w:rFonts w:ascii="Arial" w:hAnsi="Arial"/>
            <w:lang w:val="fr-FR"/>
          </w:rPr>
          <w:t>christine@pur-pr.com</w:t>
        </w:r>
      </w:hyperlink>
      <w:r w:rsidRPr="005C0CF1">
        <w:rPr>
          <w:rStyle w:val="Aucun"/>
          <w:rFonts w:ascii="Arial" w:hAnsi="Arial"/>
          <w:lang w:val="fr-FR"/>
        </w:rPr>
        <w:br/>
      </w:r>
      <w:hyperlink r:id="rId14" w:history="1">
        <w:r w:rsidRPr="005C0CF1">
          <w:rPr>
            <w:rStyle w:val="Hyperlink"/>
            <w:rFonts w:ascii="Arial" w:hAnsi="Arial"/>
            <w:lang w:val="fr-FR"/>
          </w:rPr>
          <w:t>www.aidemontagne.ch/fr</w:t>
        </w:r>
      </w:hyperlink>
      <w:r w:rsidRPr="005C0CF1">
        <w:rPr>
          <w:rStyle w:val="Aucun"/>
          <w:rFonts w:ascii="Arial" w:hAnsi="Arial"/>
          <w:lang w:val="fr-FR"/>
        </w:rPr>
        <w:t xml:space="preserve"> </w:t>
      </w:r>
    </w:p>
    <w:p w14:paraId="146556AC" w14:textId="77777777" w:rsidR="00721223" w:rsidRPr="005C0CF1" w:rsidRDefault="00721223" w:rsidP="00C75485">
      <w:pPr>
        <w:spacing w:after="0" w:line="240" w:lineRule="auto"/>
        <w:ind w:left="705" w:hanging="705"/>
        <w:rPr>
          <w:color w:val="000000" w:themeColor="text1"/>
          <w:szCs w:val="21"/>
          <w:lang w:val="fr-FR"/>
        </w:rPr>
      </w:pPr>
    </w:p>
    <w:sectPr w:rsidR="00721223" w:rsidRPr="005C0CF1" w:rsidSect="00FF5D76">
      <w:footerReference w:type="default" r:id="rId15"/>
      <w:headerReference w:type="first" r:id="rId16"/>
      <w:footerReference w:type="first" r:id="rId17"/>
      <w:pgSz w:w="11906" w:h="16838" w:code="9"/>
      <w:pgMar w:top="1328" w:right="1558" w:bottom="1985" w:left="1588" w:header="720" w:footer="53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FFC98" w14:textId="77777777" w:rsidR="000B10E1" w:rsidRDefault="000B10E1" w:rsidP="00DA2AF8">
      <w:r>
        <w:separator/>
      </w:r>
    </w:p>
    <w:p w14:paraId="5B3A3DFD" w14:textId="77777777" w:rsidR="000B10E1" w:rsidRDefault="000B10E1" w:rsidP="00DA2AF8"/>
    <w:p w14:paraId="64690CE4" w14:textId="77777777" w:rsidR="000B10E1" w:rsidRDefault="000B10E1" w:rsidP="00DA2AF8"/>
  </w:endnote>
  <w:endnote w:type="continuationSeparator" w:id="0">
    <w:p w14:paraId="523FA2B8" w14:textId="77777777" w:rsidR="000B10E1" w:rsidRDefault="000B10E1" w:rsidP="00DA2AF8">
      <w:r>
        <w:continuationSeparator/>
      </w:r>
    </w:p>
    <w:p w14:paraId="6E524256" w14:textId="77777777" w:rsidR="000B10E1" w:rsidRDefault="000B10E1" w:rsidP="00DA2AF8"/>
    <w:p w14:paraId="64C7C0BF" w14:textId="77777777" w:rsidR="000B10E1" w:rsidRDefault="000B10E1" w:rsidP="00DA2AF8"/>
  </w:endnote>
  <w:endnote w:type="continuationNotice" w:id="1">
    <w:p w14:paraId="7BF42941" w14:textId="77777777" w:rsidR="000B10E1" w:rsidRDefault="000B10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ra No2 Light">
    <w:altName w:val="Calibri"/>
    <w:panose1 w:val="020B0604020202020204"/>
    <w:charset w:val="00"/>
    <w:family w:val="modern"/>
    <w:notTrueType/>
    <w:pitch w:val="variable"/>
    <w:sig w:usb0="A00000EF" w:usb1="5001207B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4673316"/>
      <w:docPartObj>
        <w:docPartGallery w:val="Page Numbers (Bottom of Page)"/>
        <w:docPartUnique/>
      </w:docPartObj>
    </w:sdtPr>
    <w:sdtEndPr/>
    <w:sdtContent>
      <w:p w14:paraId="146556BD" w14:textId="77777777" w:rsidR="00E40353" w:rsidRDefault="006D423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9FB" w:rsidRPr="000339FB">
          <w:rPr>
            <w:noProof/>
            <w:lang w:val="de-DE"/>
          </w:rPr>
          <w:t>2</w:t>
        </w:r>
        <w:r>
          <w:fldChar w:fldCharType="end"/>
        </w:r>
      </w:p>
    </w:sdtContent>
  </w:sdt>
  <w:p w14:paraId="146556BE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7008193"/>
      <w:docPartObj>
        <w:docPartGallery w:val="Page Numbers (Bottom of Page)"/>
        <w:docPartUnique/>
      </w:docPartObj>
    </w:sdtPr>
    <w:sdtEndPr/>
    <w:sdtContent>
      <w:p w14:paraId="146556C2" w14:textId="77777777" w:rsidR="00E40353" w:rsidRDefault="006D4237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9FB" w:rsidRPr="000339FB">
          <w:rPr>
            <w:noProof/>
            <w:lang w:val="de-DE"/>
          </w:rPr>
          <w:t>1</w:t>
        </w:r>
        <w:r>
          <w:fldChar w:fldCharType="end"/>
        </w:r>
      </w:p>
    </w:sdtContent>
  </w:sdt>
  <w:p w14:paraId="146556C3" w14:textId="77777777" w:rsidR="00FF5D76" w:rsidRPr="00A315BB" w:rsidRDefault="00FF5D76" w:rsidP="00FF5D76">
    <w:pPr>
      <w:pStyle w:val="Fuzeile"/>
      <w:tabs>
        <w:tab w:val="left" w:pos="1843"/>
      </w:tabs>
      <w:rPr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30BC8" w14:textId="77777777" w:rsidR="000B10E1" w:rsidRDefault="000B10E1" w:rsidP="00DA2AF8">
      <w:r>
        <w:separator/>
      </w:r>
    </w:p>
    <w:p w14:paraId="49F7F263" w14:textId="77777777" w:rsidR="000B10E1" w:rsidRDefault="000B10E1" w:rsidP="00DA2AF8"/>
    <w:p w14:paraId="481AAE09" w14:textId="77777777" w:rsidR="000B10E1" w:rsidRDefault="000B10E1" w:rsidP="00DA2AF8"/>
  </w:footnote>
  <w:footnote w:type="continuationSeparator" w:id="0">
    <w:p w14:paraId="2B3A1419" w14:textId="77777777" w:rsidR="000B10E1" w:rsidRDefault="000B10E1" w:rsidP="00DA2AF8">
      <w:r>
        <w:continuationSeparator/>
      </w:r>
    </w:p>
    <w:p w14:paraId="6E21C35E" w14:textId="77777777" w:rsidR="000B10E1" w:rsidRDefault="000B10E1" w:rsidP="00DA2AF8"/>
    <w:p w14:paraId="2050E782" w14:textId="77777777" w:rsidR="000B10E1" w:rsidRDefault="000B10E1" w:rsidP="00DA2AF8"/>
  </w:footnote>
  <w:footnote w:type="continuationNotice" w:id="1">
    <w:p w14:paraId="334EF6F0" w14:textId="77777777" w:rsidR="000B10E1" w:rsidRDefault="000B10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pPr w:leftFromText="142" w:rightFromText="142" w:vertAnchor="text" w:horzAnchor="margin" w:tblpY="1135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750"/>
    </w:tblGrid>
    <w:tr w:rsidR="00050836" w14:paraId="146556C0" w14:textId="77777777" w:rsidTr="00050836">
      <w:trPr>
        <w:trHeight w:val="794"/>
      </w:trPr>
      <w:tc>
        <w:tcPr>
          <w:tcW w:w="8750" w:type="dxa"/>
        </w:tcPr>
        <w:p w14:paraId="146556BF" w14:textId="77777777" w:rsidR="00050836" w:rsidRDefault="00050836" w:rsidP="00050836">
          <w:pPr>
            <w:pStyle w:val="Kopfzeile"/>
          </w:pPr>
        </w:p>
      </w:tc>
    </w:tr>
  </w:tbl>
  <w:p w14:paraId="146556C1" w14:textId="77777777" w:rsidR="00E40353" w:rsidRDefault="006D4237">
    <w:pPr>
      <w:pStyle w:val="Kopfzeile"/>
    </w:pPr>
    <w:r>
      <w:rPr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46556C4" wp14:editId="146556C5">
          <wp:simplePos x="0" y="0"/>
          <wp:positionH relativeFrom="column">
            <wp:posOffset>-417830</wp:posOffset>
          </wp:positionH>
          <wp:positionV relativeFrom="paragraph">
            <wp:posOffset>0</wp:posOffset>
          </wp:positionV>
          <wp:extent cx="1714442" cy="549952"/>
          <wp:effectExtent l="0" t="0" r="635" b="254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ix_Montagne_Logo_RGB_Felsgrau_dunke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4442" cy="5499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6795"/>
    <w:multiLevelType w:val="multilevel"/>
    <w:tmpl w:val="7DEC44B2"/>
    <w:lvl w:ilvl="0">
      <w:start w:val="1"/>
      <w:numFmt w:val="decimal"/>
      <w:pStyle w:val="Listenabsatz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77"/>
        </w:tabs>
        <w:ind w:left="1344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344"/>
        </w:tabs>
        <w:ind w:left="2024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81"/>
        </w:tabs>
        <w:ind w:left="293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32"/>
        </w:tabs>
        <w:ind w:left="4009" w:hanging="107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5"/>
        </w:tabs>
        <w:ind w:left="4576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52"/>
        </w:tabs>
        <w:ind w:left="5313" w:hanging="1361"/>
      </w:pPr>
      <w:rPr>
        <w:rFonts w:hint="default"/>
      </w:rPr>
    </w:lvl>
    <w:lvl w:ilvl="7">
      <w:start w:val="1"/>
      <w:numFmt w:val="decimal"/>
      <w:lvlText w:val="%1.%2.%3.%4.%5.%6.%8"/>
      <w:lvlJc w:val="left"/>
      <w:pPr>
        <w:tabs>
          <w:tab w:val="num" w:pos="4519"/>
        </w:tabs>
        <w:ind w:left="5880" w:hanging="1361"/>
      </w:pPr>
      <w:rPr>
        <w:rFonts w:hint="default"/>
      </w:rPr>
    </w:lvl>
    <w:lvl w:ilvl="8">
      <w:start w:val="1"/>
      <w:numFmt w:val="decimal"/>
      <w:lvlText w:val="%1.%2.%3.%4.%5.%6.%9"/>
      <w:lvlJc w:val="left"/>
      <w:pPr>
        <w:tabs>
          <w:tab w:val="num" w:pos="5086"/>
        </w:tabs>
        <w:ind w:left="6447" w:hanging="1361"/>
      </w:pPr>
      <w:rPr>
        <w:rFonts w:hint="default"/>
      </w:rPr>
    </w:lvl>
  </w:abstractNum>
  <w:abstractNum w:abstractNumId="1" w15:restartNumberingAfterBreak="0">
    <w:nsid w:val="08DF1548"/>
    <w:multiLevelType w:val="hybridMultilevel"/>
    <w:tmpl w:val="22C8AE7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70584"/>
    <w:multiLevelType w:val="multilevel"/>
    <w:tmpl w:val="0809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C0E003D"/>
    <w:multiLevelType w:val="hybridMultilevel"/>
    <w:tmpl w:val="8CE0FE3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425922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5" w15:restartNumberingAfterBreak="0">
    <w:nsid w:val="29E32E64"/>
    <w:multiLevelType w:val="multilevel"/>
    <w:tmpl w:val="4176C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9E51CF0"/>
    <w:multiLevelType w:val="hybridMultilevel"/>
    <w:tmpl w:val="C90C8DB6"/>
    <w:lvl w:ilvl="0" w:tplc="F16E9AD8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C33BFD"/>
    <w:multiLevelType w:val="hybridMultilevel"/>
    <w:tmpl w:val="537414CE"/>
    <w:lvl w:ilvl="0" w:tplc="1266413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CD6E69"/>
    <w:multiLevelType w:val="multilevel"/>
    <w:tmpl w:val="FCE0EAEE"/>
    <w:lvl w:ilvl="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47866"/>
    <w:multiLevelType w:val="hybridMultilevel"/>
    <w:tmpl w:val="6054147A"/>
    <w:lvl w:ilvl="0" w:tplc="C2B88D8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F1BB8"/>
    <w:multiLevelType w:val="hybridMultilevel"/>
    <w:tmpl w:val="7ECE0954"/>
    <w:lvl w:ilvl="0" w:tplc="4F2A5284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9B2CDB"/>
    <w:multiLevelType w:val="multilevel"/>
    <w:tmpl w:val="F1748E76"/>
    <w:lvl w:ilvl="0">
      <w:start w:val="1"/>
      <w:numFmt w:val="bullet"/>
      <w:lvlText w:val=""/>
      <w:lvlJc w:val="left"/>
      <w:pPr>
        <w:ind w:left="142" w:hanging="142"/>
      </w:pPr>
      <w:rPr>
        <w:rFonts w:ascii="Symbol" w:hAnsi="Symbol" w:hint="default"/>
      </w:rPr>
    </w:lvl>
    <w:lvl w:ilvl="1">
      <w:start w:val="1"/>
      <w:numFmt w:val="bullet"/>
      <w:lvlText w:val="‒"/>
      <w:lvlJc w:val="left"/>
      <w:pPr>
        <w:ind w:left="284" w:hanging="142"/>
      </w:pPr>
      <w:rPr>
        <w:rFonts w:ascii="Arial" w:hAnsi="Arial" w:hint="default"/>
      </w:rPr>
    </w:lvl>
    <w:lvl w:ilvl="2">
      <w:start w:val="1"/>
      <w:numFmt w:val="bullet"/>
      <w:lvlText w:val="‒"/>
      <w:lvlJc w:val="left"/>
      <w:pPr>
        <w:ind w:left="426" w:hanging="142"/>
      </w:pPr>
      <w:rPr>
        <w:rFonts w:ascii="Arial" w:hAnsi="Arial" w:hint="default"/>
      </w:rPr>
    </w:lvl>
    <w:lvl w:ilvl="3">
      <w:start w:val="1"/>
      <w:numFmt w:val="bullet"/>
      <w:lvlText w:val="‒"/>
      <w:lvlJc w:val="left"/>
      <w:pPr>
        <w:ind w:left="568" w:hanging="142"/>
      </w:pPr>
      <w:rPr>
        <w:rFonts w:ascii="Arial" w:hAnsi="Arial" w:hint="default"/>
      </w:rPr>
    </w:lvl>
    <w:lvl w:ilvl="4">
      <w:start w:val="1"/>
      <w:numFmt w:val="bullet"/>
      <w:lvlText w:val="‒"/>
      <w:lvlJc w:val="left"/>
      <w:pPr>
        <w:ind w:left="710" w:hanging="142"/>
      </w:pPr>
      <w:rPr>
        <w:rFonts w:ascii="Arial" w:hAnsi="Arial" w:hint="default"/>
      </w:rPr>
    </w:lvl>
    <w:lvl w:ilvl="5">
      <w:start w:val="1"/>
      <w:numFmt w:val="bullet"/>
      <w:lvlText w:val="‒"/>
      <w:lvlJc w:val="left"/>
      <w:pPr>
        <w:ind w:left="852" w:hanging="142"/>
      </w:pPr>
      <w:rPr>
        <w:rFonts w:ascii="Arial" w:hAnsi="Arial" w:hint="default"/>
      </w:rPr>
    </w:lvl>
    <w:lvl w:ilvl="6">
      <w:start w:val="1"/>
      <w:numFmt w:val="bullet"/>
      <w:lvlText w:val="‒"/>
      <w:lvlJc w:val="left"/>
      <w:pPr>
        <w:ind w:left="994" w:hanging="142"/>
      </w:pPr>
      <w:rPr>
        <w:rFonts w:ascii="Arial" w:hAnsi="Arial" w:hint="default"/>
      </w:rPr>
    </w:lvl>
    <w:lvl w:ilvl="7">
      <w:start w:val="1"/>
      <w:numFmt w:val="bullet"/>
      <w:lvlText w:val="‒"/>
      <w:lvlJc w:val="left"/>
      <w:pPr>
        <w:ind w:left="1136" w:hanging="142"/>
      </w:pPr>
      <w:rPr>
        <w:rFonts w:ascii="Arial" w:hAnsi="Arial" w:hint="default"/>
      </w:rPr>
    </w:lvl>
    <w:lvl w:ilvl="8">
      <w:start w:val="1"/>
      <w:numFmt w:val="bullet"/>
      <w:lvlText w:val="‒"/>
      <w:lvlJc w:val="left"/>
      <w:pPr>
        <w:ind w:left="1278" w:hanging="142"/>
      </w:pPr>
      <w:rPr>
        <w:rFonts w:ascii="Arial" w:hAnsi="Arial" w:hint="default"/>
      </w:rPr>
    </w:lvl>
  </w:abstractNum>
  <w:abstractNum w:abstractNumId="12" w15:restartNumberingAfterBreak="0">
    <w:nsid w:val="75BD381F"/>
    <w:multiLevelType w:val="multilevel"/>
    <w:tmpl w:val="53FEAEF2"/>
    <w:lvl w:ilvl="0">
      <w:start w:val="1"/>
      <w:numFmt w:val="bullet"/>
      <w:pStyle w:val="ListBulletpoints"/>
      <w:lvlText w:val=""/>
      <w:lvlJc w:val="left"/>
      <w:pPr>
        <w:tabs>
          <w:tab w:val="num" w:pos="278"/>
        </w:tabs>
        <w:ind w:left="278" w:hanging="278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9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13" w15:restartNumberingAfterBreak="0">
    <w:nsid w:val="78070857"/>
    <w:multiLevelType w:val="multilevel"/>
    <w:tmpl w:val="2ABA8BD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79A9226B"/>
    <w:multiLevelType w:val="hybridMultilevel"/>
    <w:tmpl w:val="FCE0EAEE"/>
    <w:lvl w:ilvl="0" w:tplc="ABEA9AE0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47FFE"/>
    <w:multiLevelType w:val="hybridMultilevel"/>
    <w:tmpl w:val="1616A3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8544850">
    <w:abstractNumId w:val="1"/>
  </w:num>
  <w:num w:numId="2" w16cid:durableId="1369141305">
    <w:abstractNumId w:val="0"/>
  </w:num>
  <w:num w:numId="3" w16cid:durableId="1295064513">
    <w:abstractNumId w:val="3"/>
  </w:num>
  <w:num w:numId="4" w16cid:durableId="974601024">
    <w:abstractNumId w:val="9"/>
  </w:num>
  <w:num w:numId="5" w16cid:durableId="1001856450">
    <w:abstractNumId w:val="10"/>
  </w:num>
  <w:num w:numId="6" w16cid:durableId="1911502210">
    <w:abstractNumId w:val="12"/>
  </w:num>
  <w:num w:numId="7" w16cid:durableId="1965966798">
    <w:abstractNumId w:val="13"/>
  </w:num>
  <w:num w:numId="8" w16cid:durableId="1848474549">
    <w:abstractNumId w:val="15"/>
  </w:num>
  <w:num w:numId="9" w16cid:durableId="796798689">
    <w:abstractNumId w:val="6"/>
  </w:num>
  <w:num w:numId="10" w16cid:durableId="1847135895">
    <w:abstractNumId w:val="11"/>
  </w:num>
  <w:num w:numId="11" w16cid:durableId="1112817910">
    <w:abstractNumId w:val="5"/>
  </w:num>
  <w:num w:numId="12" w16cid:durableId="1772899365">
    <w:abstractNumId w:val="2"/>
  </w:num>
  <w:num w:numId="13" w16cid:durableId="15425611">
    <w:abstractNumId w:val="12"/>
  </w:num>
  <w:num w:numId="14" w16cid:durableId="774331479">
    <w:abstractNumId w:val="0"/>
  </w:num>
  <w:num w:numId="15" w16cid:durableId="1206214599">
    <w:abstractNumId w:val="4"/>
  </w:num>
  <w:num w:numId="16" w16cid:durableId="762917391">
    <w:abstractNumId w:val="14"/>
  </w:num>
  <w:num w:numId="17" w16cid:durableId="1991323822">
    <w:abstractNumId w:val="8"/>
  </w:num>
  <w:num w:numId="18" w16cid:durableId="251061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E4F"/>
    <w:rsid w:val="000042E7"/>
    <w:rsid w:val="000106CF"/>
    <w:rsid w:val="00014748"/>
    <w:rsid w:val="00014B51"/>
    <w:rsid w:val="000239E1"/>
    <w:rsid w:val="0002411F"/>
    <w:rsid w:val="00030A87"/>
    <w:rsid w:val="00031F7F"/>
    <w:rsid w:val="000339FB"/>
    <w:rsid w:val="00033B1D"/>
    <w:rsid w:val="00035E62"/>
    <w:rsid w:val="000459E9"/>
    <w:rsid w:val="00050836"/>
    <w:rsid w:val="0006033B"/>
    <w:rsid w:val="000613F0"/>
    <w:rsid w:val="00061C4F"/>
    <w:rsid w:val="000635BD"/>
    <w:rsid w:val="000636FB"/>
    <w:rsid w:val="00071974"/>
    <w:rsid w:val="000755C1"/>
    <w:rsid w:val="000808EB"/>
    <w:rsid w:val="0008290A"/>
    <w:rsid w:val="00092756"/>
    <w:rsid w:val="00096D69"/>
    <w:rsid w:val="00097D3F"/>
    <w:rsid w:val="000A2E47"/>
    <w:rsid w:val="000A73FB"/>
    <w:rsid w:val="000B10E1"/>
    <w:rsid w:val="000B5EF8"/>
    <w:rsid w:val="000C1F4D"/>
    <w:rsid w:val="000C7067"/>
    <w:rsid w:val="000C7DF2"/>
    <w:rsid w:val="000E2752"/>
    <w:rsid w:val="000E4DE7"/>
    <w:rsid w:val="000E7BFA"/>
    <w:rsid w:val="000F5491"/>
    <w:rsid w:val="000F6662"/>
    <w:rsid w:val="0011458A"/>
    <w:rsid w:val="00126612"/>
    <w:rsid w:val="001273CB"/>
    <w:rsid w:val="001323B8"/>
    <w:rsid w:val="00133836"/>
    <w:rsid w:val="00133A29"/>
    <w:rsid w:val="00137CB5"/>
    <w:rsid w:val="00140CFB"/>
    <w:rsid w:val="001439F9"/>
    <w:rsid w:val="00144765"/>
    <w:rsid w:val="001460EB"/>
    <w:rsid w:val="0015317C"/>
    <w:rsid w:val="00155F23"/>
    <w:rsid w:val="00160F30"/>
    <w:rsid w:val="00164A11"/>
    <w:rsid w:val="0016651B"/>
    <w:rsid w:val="001743A4"/>
    <w:rsid w:val="00185F1F"/>
    <w:rsid w:val="00191142"/>
    <w:rsid w:val="001A01C8"/>
    <w:rsid w:val="001A1362"/>
    <w:rsid w:val="001A628E"/>
    <w:rsid w:val="001B0A2D"/>
    <w:rsid w:val="001B1CD5"/>
    <w:rsid w:val="001C07E5"/>
    <w:rsid w:val="001C1A1A"/>
    <w:rsid w:val="001C4CAB"/>
    <w:rsid w:val="001C5208"/>
    <w:rsid w:val="001C74FF"/>
    <w:rsid w:val="001D18DB"/>
    <w:rsid w:val="001D4DF5"/>
    <w:rsid w:val="001E1672"/>
    <w:rsid w:val="001E410E"/>
    <w:rsid w:val="001E5529"/>
    <w:rsid w:val="001E6F94"/>
    <w:rsid w:val="001F0E29"/>
    <w:rsid w:val="001F707A"/>
    <w:rsid w:val="00210750"/>
    <w:rsid w:val="00211FF5"/>
    <w:rsid w:val="00214763"/>
    <w:rsid w:val="00223BBA"/>
    <w:rsid w:val="002241C6"/>
    <w:rsid w:val="002411F9"/>
    <w:rsid w:val="00242867"/>
    <w:rsid w:val="002431B3"/>
    <w:rsid w:val="00251E40"/>
    <w:rsid w:val="0025454D"/>
    <w:rsid w:val="00257C34"/>
    <w:rsid w:val="00263C6C"/>
    <w:rsid w:val="0027320B"/>
    <w:rsid w:val="00281378"/>
    <w:rsid w:val="00284BCA"/>
    <w:rsid w:val="00284D66"/>
    <w:rsid w:val="002A5086"/>
    <w:rsid w:val="002B33BD"/>
    <w:rsid w:val="002B4F62"/>
    <w:rsid w:val="002B51CB"/>
    <w:rsid w:val="002C011C"/>
    <w:rsid w:val="002C27BD"/>
    <w:rsid w:val="002C2C3F"/>
    <w:rsid w:val="002C6776"/>
    <w:rsid w:val="002C7185"/>
    <w:rsid w:val="002D41C3"/>
    <w:rsid w:val="002D637D"/>
    <w:rsid w:val="002E4BE9"/>
    <w:rsid w:val="002E765B"/>
    <w:rsid w:val="002F25E4"/>
    <w:rsid w:val="003077EC"/>
    <w:rsid w:val="00313ED1"/>
    <w:rsid w:val="0031529A"/>
    <w:rsid w:val="003163D0"/>
    <w:rsid w:val="0033792E"/>
    <w:rsid w:val="003425C3"/>
    <w:rsid w:val="003478C4"/>
    <w:rsid w:val="00355859"/>
    <w:rsid w:val="00361726"/>
    <w:rsid w:val="00362E92"/>
    <w:rsid w:val="003661BA"/>
    <w:rsid w:val="00372F0D"/>
    <w:rsid w:val="0037573C"/>
    <w:rsid w:val="00376B7F"/>
    <w:rsid w:val="00381E13"/>
    <w:rsid w:val="00392070"/>
    <w:rsid w:val="003A0DC5"/>
    <w:rsid w:val="003A3084"/>
    <w:rsid w:val="003B1945"/>
    <w:rsid w:val="003B1AA7"/>
    <w:rsid w:val="003B2C1A"/>
    <w:rsid w:val="003C4DC7"/>
    <w:rsid w:val="003D1025"/>
    <w:rsid w:val="003D10D2"/>
    <w:rsid w:val="003D45D9"/>
    <w:rsid w:val="003E21AE"/>
    <w:rsid w:val="00402726"/>
    <w:rsid w:val="00414379"/>
    <w:rsid w:val="00427AF6"/>
    <w:rsid w:val="00432B24"/>
    <w:rsid w:val="00440623"/>
    <w:rsid w:val="00441D28"/>
    <w:rsid w:val="00447145"/>
    <w:rsid w:val="00450F51"/>
    <w:rsid w:val="00455B7B"/>
    <w:rsid w:val="00457450"/>
    <w:rsid w:val="004579AA"/>
    <w:rsid w:val="004700C5"/>
    <w:rsid w:val="00473DB4"/>
    <w:rsid w:val="0049632C"/>
    <w:rsid w:val="004A10A8"/>
    <w:rsid w:val="004A34AD"/>
    <w:rsid w:val="004A6DBC"/>
    <w:rsid w:val="004C63A8"/>
    <w:rsid w:val="004C7E91"/>
    <w:rsid w:val="004E1440"/>
    <w:rsid w:val="004F07B3"/>
    <w:rsid w:val="004F1C70"/>
    <w:rsid w:val="004F24FA"/>
    <w:rsid w:val="0050641F"/>
    <w:rsid w:val="00506D11"/>
    <w:rsid w:val="00513C8F"/>
    <w:rsid w:val="005250DA"/>
    <w:rsid w:val="0054155E"/>
    <w:rsid w:val="0054260F"/>
    <w:rsid w:val="005527E3"/>
    <w:rsid w:val="00563827"/>
    <w:rsid w:val="005A27D8"/>
    <w:rsid w:val="005A3A45"/>
    <w:rsid w:val="005A596B"/>
    <w:rsid w:val="005A5E62"/>
    <w:rsid w:val="005A7AE7"/>
    <w:rsid w:val="005B3E65"/>
    <w:rsid w:val="005C0748"/>
    <w:rsid w:val="005C0CF1"/>
    <w:rsid w:val="005C1C51"/>
    <w:rsid w:val="005C5972"/>
    <w:rsid w:val="005C5EBB"/>
    <w:rsid w:val="005C7C41"/>
    <w:rsid w:val="005D551E"/>
    <w:rsid w:val="005D7CF8"/>
    <w:rsid w:val="005E2217"/>
    <w:rsid w:val="005E39AD"/>
    <w:rsid w:val="005F1392"/>
    <w:rsid w:val="005F76B5"/>
    <w:rsid w:val="00602FD7"/>
    <w:rsid w:val="00603381"/>
    <w:rsid w:val="00605A29"/>
    <w:rsid w:val="006068E7"/>
    <w:rsid w:val="00611416"/>
    <w:rsid w:val="00623BDA"/>
    <w:rsid w:val="00624574"/>
    <w:rsid w:val="00633715"/>
    <w:rsid w:val="00633E40"/>
    <w:rsid w:val="00643F4A"/>
    <w:rsid w:val="00647575"/>
    <w:rsid w:val="00651210"/>
    <w:rsid w:val="006534C7"/>
    <w:rsid w:val="0065750D"/>
    <w:rsid w:val="0066705C"/>
    <w:rsid w:val="00672934"/>
    <w:rsid w:val="00674468"/>
    <w:rsid w:val="006806A4"/>
    <w:rsid w:val="0069079E"/>
    <w:rsid w:val="00693347"/>
    <w:rsid w:val="00695B98"/>
    <w:rsid w:val="00695EE0"/>
    <w:rsid w:val="006A40F5"/>
    <w:rsid w:val="006A4445"/>
    <w:rsid w:val="006A449D"/>
    <w:rsid w:val="006B1086"/>
    <w:rsid w:val="006C2863"/>
    <w:rsid w:val="006C55EB"/>
    <w:rsid w:val="006D4237"/>
    <w:rsid w:val="006D52CE"/>
    <w:rsid w:val="006D594F"/>
    <w:rsid w:val="006E0334"/>
    <w:rsid w:val="007017D9"/>
    <w:rsid w:val="00704C37"/>
    <w:rsid w:val="007078CC"/>
    <w:rsid w:val="00715782"/>
    <w:rsid w:val="00721223"/>
    <w:rsid w:val="007268AC"/>
    <w:rsid w:val="00726D41"/>
    <w:rsid w:val="00733AB6"/>
    <w:rsid w:val="007379AD"/>
    <w:rsid w:val="007417D5"/>
    <w:rsid w:val="00742348"/>
    <w:rsid w:val="00752715"/>
    <w:rsid w:val="007557B3"/>
    <w:rsid w:val="00762212"/>
    <w:rsid w:val="00764BA2"/>
    <w:rsid w:val="00765AD0"/>
    <w:rsid w:val="0078039A"/>
    <w:rsid w:val="007810DF"/>
    <w:rsid w:val="00781502"/>
    <w:rsid w:val="00781C84"/>
    <w:rsid w:val="007865E5"/>
    <w:rsid w:val="00791174"/>
    <w:rsid w:val="007936F1"/>
    <w:rsid w:val="007A02EE"/>
    <w:rsid w:val="007A1D41"/>
    <w:rsid w:val="007A5727"/>
    <w:rsid w:val="007B4168"/>
    <w:rsid w:val="007B59E9"/>
    <w:rsid w:val="007B6725"/>
    <w:rsid w:val="007B7A43"/>
    <w:rsid w:val="007C62AA"/>
    <w:rsid w:val="007D1C2F"/>
    <w:rsid w:val="007E3B2A"/>
    <w:rsid w:val="007E5517"/>
    <w:rsid w:val="007E60DE"/>
    <w:rsid w:val="007F2230"/>
    <w:rsid w:val="008004D3"/>
    <w:rsid w:val="00821830"/>
    <w:rsid w:val="008224FC"/>
    <w:rsid w:val="008233ED"/>
    <w:rsid w:val="00825B87"/>
    <w:rsid w:val="00832F5E"/>
    <w:rsid w:val="00841C10"/>
    <w:rsid w:val="00844D8E"/>
    <w:rsid w:val="00846051"/>
    <w:rsid w:val="008461C6"/>
    <w:rsid w:val="0085579A"/>
    <w:rsid w:val="00865FC6"/>
    <w:rsid w:val="008769B2"/>
    <w:rsid w:val="00886445"/>
    <w:rsid w:val="00891542"/>
    <w:rsid w:val="008B54EF"/>
    <w:rsid w:val="008C1ABD"/>
    <w:rsid w:val="008C3745"/>
    <w:rsid w:val="008D368F"/>
    <w:rsid w:val="008D3956"/>
    <w:rsid w:val="008D4478"/>
    <w:rsid w:val="008D7DB4"/>
    <w:rsid w:val="008E645C"/>
    <w:rsid w:val="008F75C0"/>
    <w:rsid w:val="00911DDA"/>
    <w:rsid w:val="0091345F"/>
    <w:rsid w:val="009164F2"/>
    <w:rsid w:val="00936715"/>
    <w:rsid w:val="00943B08"/>
    <w:rsid w:val="0094463C"/>
    <w:rsid w:val="00944C29"/>
    <w:rsid w:val="009464A1"/>
    <w:rsid w:val="009509DF"/>
    <w:rsid w:val="00952A83"/>
    <w:rsid w:val="00964259"/>
    <w:rsid w:val="00966354"/>
    <w:rsid w:val="009666D0"/>
    <w:rsid w:val="00992285"/>
    <w:rsid w:val="00994547"/>
    <w:rsid w:val="0099557E"/>
    <w:rsid w:val="009968A7"/>
    <w:rsid w:val="00997C5A"/>
    <w:rsid w:val="009A0E1F"/>
    <w:rsid w:val="009A0EE7"/>
    <w:rsid w:val="009A2602"/>
    <w:rsid w:val="009A4679"/>
    <w:rsid w:val="009A52A0"/>
    <w:rsid w:val="009B3541"/>
    <w:rsid w:val="009C1091"/>
    <w:rsid w:val="009C4A95"/>
    <w:rsid w:val="009E0742"/>
    <w:rsid w:val="009E594C"/>
    <w:rsid w:val="009F2191"/>
    <w:rsid w:val="00A002E5"/>
    <w:rsid w:val="00A01F07"/>
    <w:rsid w:val="00A020ED"/>
    <w:rsid w:val="00A038BC"/>
    <w:rsid w:val="00A10980"/>
    <w:rsid w:val="00A17B21"/>
    <w:rsid w:val="00A20A5F"/>
    <w:rsid w:val="00A222EB"/>
    <w:rsid w:val="00A2254E"/>
    <w:rsid w:val="00A22FC8"/>
    <w:rsid w:val="00A270DE"/>
    <w:rsid w:val="00A315BB"/>
    <w:rsid w:val="00A434B0"/>
    <w:rsid w:val="00A43C05"/>
    <w:rsid w:val="00A43CAA"/>
    <w:rsid w:val="00A5010F"/>
    <w:rsid w:val="00A51585"/>
    <w:rsid w:val="00A66E43"/>
    <w:rsid w:val="00A76C50"/>
    <w:rsid w:val="00A8098F"/>
    <w:rsid w:val="00A8224C"/>
    <w:rsid w:val="00A909CF"/>
    <w:rsid w:val="00A92A67"/>
    <w:rsid w:val="00A94BCD"/>
    <w:rsid w:val="00AA1997"/>
    <w:rsid w:val="00AA6523"/>
    <w:rsid w:val="00AA65ED"/>
    <w:rsid w:val="00AA7FF6"/>
    <w:rsid w:val="00AB2E6C"/>
    <w:rsid w:val="00AB3B0F"/>
    <w:rsid w:val="00AB79E2"/>
    <w:rsid w:val="00AC0855"/>
    <w:rsid w:val="00AC6D33"/>
    <w:rsid w:val="00AC75DA"/>
    <w:rsid w:val="00AC7AEC"/>
    <w:rsid w:val="00AD237D"/>
    <w:rsid w:val="00AE0CEB"/>
    <w:rsid w:val="00AE3EE2"/>
    <w:rsid w:val="00AE46EF"/>
    <w:rsid w:val="00B23780"/>
    <w:rsid w:val="00B2485C"/>
    <w:rsid w:val="00B25058"/>
    <w:rsid w:val="00B426DF"/>
    <w:rsid w:val="00B42F20"/>
    <w:rsid w:val="00B46E28"/>
    <w:rsid w:val="00B540BD"/>
    <w:rsid w:val="00B86C09"/>
    <w:rsid w:val="00B917CE"/>
    <w:rsid w:val="00BA066B"/>
    <w:rsid w:val="00BA6475"/>
    <w:rsid w:val="00BA7422"/>
    <w:rsid w:val="00BB5AAC"/>
    <w:rsid w:val="00BB5BC2"/>
    <w:rsid w:val="00BC6CFB"/>
    <w:rsid w:val="00BC6E4F"/>
    <w:rsid w:val="00BD1492"/>
    <w:rsid w:val="00BF3012"/>
    <w:rsid w:val="00C076DF"/>
    <w:rsid w:val="00C11AF9"/>
    <w:rsid w:val="00C1235F"/>
    <w:rsid w:val="00C1660D"/>
    <w:rsid w:val="00C2033D"/>
    <w:rsid w:val="00C30306"/>
    <w:rsid w:val="00C31EB6"/>
    <w:rsid w:val="00C32234"/>
    <w:rsid w:val="00C34C01"/>
    <w:rsid w:val="00C34D34"/>
    <w:rsid w:val="00C405A4"/>
    <w:rsid w:val="00C54404"/>
    <w:rsid w:val="00C60060"/>
    <w:rsid w:val="00C6088F"/>
    <w:rsid w:val="00C75485"/>
    <w:rsid w:val="00C8355B"/>
    <w:rsid w:val="00C864D6"/>
    <w:rsid w:val="00CA48EA"/>
    <w:rsid w:val="00CB452D"/>
    <w:rsid w:val="00CC566A"/>
    <w:rsid w:val="00CC5736"/>
    <w:rsid w:val="00CD37AF"/>
    <w:rsid w:val="00CD3E4C"/>
    <w:rsid w:val="00CE343C"/>
    <w:rsid w:val="00CE6124"/>
    <w:rsid w:val="00CE7165"/>
    <w:rsid w:val="00CF7CDB"/>
    <w:rsid w:val="00D314B1"/>
    <w:rsid w:val="00D31FD9"/>
    <w:rsid w:val="00D423EB"/>
    <w:rsid w:val="00D4635B"/>
    <w:rsid w:val="00D53CCA"/>
    <w:rsid w:val="00D55D38"/>
    <w:rsid w:val="00D601BC"/>
    <w:rsid w:val="00D72971"/>
    <w:rsid w:val="00D73E24"/>
    <w:rsid w:val="00D762E3"/>
    <w:rsid w:val="00D86F79"/>
    <w:rsid w:val="00D935EA"/>
    <w:rsid w:val="00DA11A6"/>
    <w:rsid w:val="00DA2AF8"/>
    <w:rsid w:val="00DA2FFD"/>
    <w:rsid w:val="00DA6A3B"/>
    <w:rsid w:val="00DB0EC7"/>
    <w:rsid w:val="00DC3053"/>
    <w:rsid w:val="00DC53B5"/>
    <w:rsid w:val="00DD18C7"/>
    <w:rsid w:val="00DD5FD4"/>
    <w:rsid w:val="00DD657D"/>
    <w:rsid w:val="00DE057A"/>
    <w:rsid w:val="00DE5C75"/>
    <w:rsid w:val="00DF3E12"/>
    <w:rsid w:val="00DF5992"/>
    <w:rsid w:val="00E016AA"/>
    <w:rsid w:val="00E05ABC"/>
    <w:rsid w:val="00E05B91"/>
    <w:rsid w:val="00E15D7B"/>
    <w:rsid w:val="00E22368"/>
    <w:rsid w:val="00E2248F"/>
    <w:rsid w:val="00E242CF"/>
    <w:rsid w:val="00E244AB"/>
    <w:rsid w:val="00E259F6"/>
    <w:rsid w:val="00E31108"/>
    <w:rsid w:val="00E341D0"/>
    <w:rsid w:val="00E40353"/>
    <w:rsid w:val="00E443D5"/>
    <w:rsid w:val="00E47440"/>
    <w:rsid w:val="00E5091B"/>
    <w:rsid w:val="00E54768"/>
    <w:rsid w:val="00E5726B"/>
    <w:rsid w:val="00E7679A"/>
    <w:rsid w:val="00E773E3"/>
    <w:rsid w:val="00E83971"/>
    <w:rsid w:val="00E86A89"/>
    <w:rsid w:val="00E91D0B"/>
    <w:rsid w:val="00E938E4"/>
    <w:rsid w:val="00EA4FFD"/>
    <w:rsid w:val="00EB02A7"/>
    <w:rsid w:val="00EB16E8"/>
    <w:rsid w:val="00EC5CA4"/>
    <w:rsid w:val="00EC79DF"/>
    <w:rsid w:val="00EE09F6"/>
    <w:rsid w:val="00EE1391"/>
    <w:rsid w:val="00EE34CA"/>
    <w:rsid w:val="00EE585C"/>
    <w:rsid w:val="00EF0C94"/>
    <w:rsid w:val="00EF23C4"/>
    <w:rsid w:val="00F074FD"/>
    <w:rsid w:val="00F14389"/>
    <w:rsid w:val="00F27294"/>
    <w:rsid w:val="00F40883"/>
    <w:rsid w:val="00F4668A"/>
    <w:rsid w:val="00F47883"/>
    <w:rsid w:val="00F5061B"/>
    <w:rsid w:val="00F50AA6"/>
    <w:rsid w:val="00F539BB"/>
    <w:rsid w:val="00F570CA"/>
    <w:rsid w:val="00F618B3"/>
    <w:rsid w:val="00F644C4"/>
    <w:rsid w:val="00F66DEB"/>
    <w:rsid w:val="00F7796A"/>
    <w:rsid w:val="00F82806"/>
    <w:rsid w:val="00F83EDF"/>
    <w:rsid w:val="00F8532F"/>
    <w:rsid w:val="00F935E2"/>
    <w:rsid w:val="00FA0CAF"/>
    <w:rsid w:val="00FB11F7"/>
    <w:rsid w:val="00FB51FA"/>
    <w:rsid w:val="00FC1A40"/>
    <w:rsid w:val="00FD3DE9"/>
    <w:rsid w:val="00FD7DF5"/>
    <w:rsid w:val="00FE45FB"/>
    <w:rsid w:val="00FE75E4"/>
    <w:rsid w:val="00FE7FC6"/>
    <w:rsid w:val="00FF5D76"/>
    <w:rsid w:val="00FF6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4655695"/>
  <w15:docId w15:val="{FA5E24DA-A2EA-CA47-892F-D7FD5B84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425C3"/>
    <w:pPr>
      <w:spacing w:after="180" w:line="260" w:lineRule="atLeast"/>
    </w:pPr>
  </w:style>
  <w:style w:type="paragraph" w:styleId="berschrift1">
    <w:name w:val="heading 1"/>
    <w:basedOn w:val="Standard"/>
    <w:next w:val="Standard"/>
    <w:link w:val="berschrift1Zchn"/>
    <w:uiPriority w:val="9"/>
    <w:qFormat/>
    <w:rsid w:val="00AC6D33"/>
    <w:pPr>
      <w:keepNext/>
      <w:numPr>
        <w:numId w:val="12"/>
      </w:numPr>
      <w:spacing w:after="20"/>
      <w:ind w:left="431" w:hanging="431"/>
      <w:outlineLvl w:val="0"/>
    </w:pPr>
    <w:rPr>
      <w:b/>
      <w:bCs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AC6D33"/>
    <w:pPr>
      <w:keepNext/>
      <w:numPr>
        <w:ilvl w:val="1"/>
        <w:numId w:val="12"/>
      </w:numPr>
      <w:spacing w:before="340" w:after="40" w:line="280" w:lineRule="atLeast"/>
      <w:ind w:left="578" w:hanging="578"/>
      <w:outlineLvl w:val="1"/>
    </w:pPr>
    <w:rPr>
      <w:b/>
      <w:bCs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AC6D33"/>
    <w:pPr>
      <w:keepNext/>
      <w:numPr>
        <w:ilvl w:val="2"/>
        <w:numId w:val="12"/>
      </w:numPr>
      <w:spacing w:before="340" w:after="40" w:line="280" w:lineRule="atLeast"/>
      <w:outlineLvl w:val="2"/>
    </w:pPr>
    <w:rPr>
      <w:b/>
      <w:bCs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A315BB"/>
    <w:pPr>
      <w:keepNext/>
      <w:numPr>
        <w:ilvl w:val="3"/>
        <w:numId w:val="12"/>
      </w:numPr>
      <w:spacing w:before="340" w:after="40" w:line="280" w:lineRule="atLeast"/>
      <w:ind w:left="862" w:hanging="862"/>
      <w:outlineLvl w:val="3"/>
    </w:pPr>
    <w:rPr>
      <w:b/>
      <w:bCs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AC6D33"/>
    <w:pPr>
      <w:spacing w:before="340" w:after="40"/>
      <w:outlineLvl w:val="4"/>
    </w:pPr>
    <w:rPr>
      <w:b/>
      <w:bCs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rsid w:val="00FD7DF5"/>
    <w:pPr>
      <w:keepNext/>
      <w:keepLines/>
      <w:numPr>
        <w:ilvl w:val="5"/>
        <w:numId w:val="12"/>
      </w:numPr>
      <w:spacing w:before="40" w:after="0"/>
      <w:outlineLvl w:val="5"/>
    </w:pPr>
    <w:rPr>
      <w:rFonts w:asciiTheme="majorHAnsi" w:eastAsiaTheme="majorEastAsia" w:hAnsiTheme="majorHAnsi" w:cstheme="majorBidi"/>
      <w:color w:val="00312C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rsid w:val="00FD7DF5"/>
    <w:pPr>
      <w:keepNext/>
      <w:keepLines/>
      <w:numPr>
        <w:ilvl w:val="6"/>
        <w:numId w:val="1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312C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rsid w:val="00FD7DF5"/>
    <w:pPr>
      <w:keepNext/>
      <w:keepLines/>
      <w:numPr>
        <w:ilvl w:val="7"/>
        <w:numId w:val="1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rsid w:val="00FD7DF5"/>
    <w:pPr>
      <w:keepNext/>
      <w:keepLines/>
      <w:numPr>
        <w:ilvl w:val="8"/>
        <w:numId w:val="1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E057A"/>
  </w:style>
  <w:style w:type="paragraph" w:styleId="Fuzeile">
    <w:name w:val="footer"/>
    <w:basedOn w:val="Standard"/>
    <w:link w:val="FuzeileZchn"/>
    <w:uiPriority w:val="99"/>
    <w:unhideWhenUsed/>
    <w:rsid w:val="00DE05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E057A"/>
  </w:style>
  <w:style w:type="character" w:customStyle="1" w:styleId="berschrift1Zchn">
    <w:name w:val="Überschrift 1 Zchn"/>
    <w:basedOn w:val="Absatz-Standardschriftart"/>
    <w:link w:val="berschrift1"/>
    <w:uiPriority w:val="9"/>
    <w:rsid w:val="00A315BB"/>
    <w:rPr>
      <w:b/>
      <w:bCs/>
    </w:rPr>
  </w:style>
  <w:style w:type="table" w:styleId="Tabellenraster">
    <w:name w:val="Table Grid"/>
    <w:basedOn w:val="NormaleTabelle"/>
    <w:uiPriority w:val="39"/>
    <w:rsid w:val="002C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um">
    <w:name w:val="Date"/>
    <w:basedOn w:val="Standard"/>
    <w:next w:val="Standard"/>
    <w:link w:val="DatumZchn"/>
    <w:uiPriority w:val="99"/>
    <w:unhideWhenUsed/>
    <w:rsid w:val="00AB79E2"/>
    <w:pPr>
      <w:framePr w:hSpace="142" w:wrap="around" w:vAnchor="page" w:hAnchor="margin" w:y="3120"/>
      <w:spacing w:after="220" w:line="226" w:lineRule="auto"/>
    </w:pPr>
    <w:rPr>
      <w:rFonts w:asciiTheme="majorHAnsi" w:hAnsiTheme="majorHAnsi" w:cstheme="majorHAnsi"/>
      <w:sz w:val="18"/>
      <w:szCs w:val="18"/>
    </w:rPr>
  </w:style>
  <w:style w:type="character" w:customStyle="1" w:styleId="DatumZchn">
    <w:name w:val="Datum Zchn"/>
    <w:basedOn w:val="Absatz-Standardschriftart"/>
    <w:link w:val="Datum"/>
    <w:uiPriority w:val="99"/>
    <w:rsid w:val="00AB79E2"/>
    <w:rPr>
      <w:rFonts w:asciiTheme="majorHAnsi" w:hAnsiTheme="majorHAnsi" w:cstheme="majorHAnsi"/>
      <w:sz w:val="18"/>
      <w:szCs w:val="18"/>
    </w:rPr>
  </w:style>
  <w:style w:type="paragraph" w:customStyle="1" w:styleId="Absender">
    <w:name w:val="Absender"/>
    <w:basedOn w:val="Standard"/>
    <w:uiPriority w:val="9"/>
    <w:rsid w:val="00B86C09"/>
    <w:pPr>
      <w:framePr w:hSpace="142" w:wrap="around" w:vAnchor="page" w:hAnchor="margin" w:y="1509"/>
      <w:spacing w:after="0" w:line="220" w:lineRule="atLeast"/>
    </w:pPr>
    <w:rPr>
      <w:rFonts w:ascii="Arial" w:hAnsi="Arial" w:cs="Arial"/>
      <w:sz w:val="18"/>
      <w:szCs w:val="18"/>
    </w:rPr>
  </w:style>
  <w:style w:type="paragraph" w:styleId="Titel">
    <w:name w:val="Title"/>
    <w:basedOn w:val="KeinLeerraum"/>
    <w:next w:val="Standard"/>
    <w:link w:val="TitelZchn"/>
    <w:uiPriority w:val="10"/>
    <w:qFormat/>
    <w:rsid w:val="00F5061B"/>
    <w:pPr>
      <w:spacing w:after="320" w:line="360" w:lineRule="atLeast"/>
      <w:ind w:right="2948"/>
      <w:contextualSpacing/>
    </w:pPr>
    <w:rPr>
      <w:b/>
      <w:bCs/>
      <w:sz w:val="28"/>
      <w:szCs w:val="28"/>
    </w:rPr>
  </w:style>
  <w:style w:type="character" w:customStyle="1" w:styleId="TitelZchn">
    <w:name w:val="Titel Zchn"/>
    <w:basedOn w:val="Absatz-Standardschriftart"/>
    <w:link w:val="Titel"/>
    <w:uiPriority w:val="10"/>
    <w:rsid w:val="00F5061B"/>
    <w:rPr>
      <w:b/>
      <w:bCs/>
      <w:sz w:val="28"/>
      <w:szCs w:val="28"/>
    </w:rPr>
  </w:style>
  <w:style w:type="paragraph" w:customStyle="1" w:styleId="Adresse">
    <w:name w:val="Adresse"/>
    <w:basedOn w:val="Standard"/>
    <w:uiPriority w:val="9"/>
    <w:rsid w:val="0069079E"/>
    <w:pPr>
      <w:framePr w:hSpace="142" w:wrap="around" w:vAnchor="page" w:hAnchor="margin" w:y="3120"/>
      <w:spacing w:after="0"/>
    </w:pPr>
    <w:rPr>
      <w:rFonts w:ascii="Arial" w:hAnsi="Arial" w:cs="Arial"/>
    </w:rPr>
  </w:style>
  <w:style w:type="paragraph" w:customStyle="1" w:styleId="Kontakt">
    <w:name w:val="Kontakt"/>
    <w:basedOn w:val="Standard"/>
    <w:rsid w:val="001B0A2D"/>
    <w:pPr>
      <w:framePr w:hSpace="142" w:wrap="around" w:vAnchor="page" w:hAnchor="margin" w:y="3120"/>
      <w:spacing w:after="0" w:line="220" w:lineRule="atLeast"/>
    </w:pPr>
    <w:rPr>
      <w:rFonts w:ascii="Arial" w:hAnsi="Arial" w:cs="Arial"/>
      <w:sz w:val="18"/>
      <w:szCs w:val="18"/>
    </w:rPr>
  </w:style>
  <w:style w:type="paragraph" w:styleId="E-Mail-Signatur">
    <w:name w:val="E-mail Signature"/>
    <w:basedOn w:val="Kontakt"/>
    <w:link w:val="E-Mail-SignaturZchn"/>
    <w:uiPriority w:val="99"/>
    <w:unhideWhenUsed/>
    <w:rsid w:val="002C27BD"/>
    <w:pPr>
      <w:framePr w:wrap="around"/>
    </w:pPr>
    <w:rPr>
      <w:spacing w:val="-1"/>
    </w:rPr>
  </w:style>
  <w:style w:type="character" w:customStyle="1" w:styleId="E-Mail-SignaturZchn">
    <w:name w:val="E-Mail-Signatur Zchn"/>
    <w:basedOn w:val="Absatz-Standardschriftart"/>
    <w:link w:val="E-Mail-Signatur"/>
    <w:uiPriority w:val="99"/>
    <w:rsid w:val="002C27BD"/>
    <w:rPr>
      <w:rFonts w:ascii="Centra No2 Light" w:hAnsi="Centra No2 Light"/>
      <w:spacing w:val="-1"/>
      <w:sz w:val="18"/>
      <w:szCs w:val="18"/>
      <w:lang w:val="fr-FR"/>
    </w:rPr>
  </w:style>
  <w:style w:type="character" w:styleId="Platzhaltertext">
    <w:name w:val="Placeholder Text"/>
    <w:uiPriority w:val="99"/>
    <w:semiHidden/>
    <w:rsid w:val="002C27BD"/>
    <w:rPr>
      <w:color w:val="0070C0"/>
    </w:rPr>
  </w:style>
  <w:style w:type="paragraph" w:styleId="KeinLeerraum">
    <w:name w:val="No Spacing"/>
    <w:uiPriority w:val="1"/>
    <w:qFormat/>
    <w:rsid w:val="002C27BD"/>
    <w:pPr>
      <w:spacing w:after="0" w:line="240" w:lineRule="auto"/>
    </w:pPr>
  </w:style>
  <w:style w:type="paragraph" w:customStyle="1" w:styleId="Inhaltsverzeichnis">
    <w:name w:val="Inhaltsverzeichnis"/>
    <w:basedOn w:val="berschrift1"/>
    <w:rsid w:val="000635BD"/>
  </w:style>
  <w:style w:type="paragraph" w:styleId="Untertitel">
    <w:name w:val="Subtitle"/>
    <w:basedOn w:val="Standard"/>
    <w:next w:val="Standard"/>
    <w:link w:val="UntertitelZchn"/>
    <w:uiPriority w:val="11"/>
    <w:qFormat/>
    <w:rsid w:val="00DC53B5"/>
    <w:pPr>
      <w:spacing w:after="0"/>
    </w:pPr>
    <w:rPr>
      <w:b/>
      <w:bCs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C53B5"/>
    <w:rPr>
      <w:b/>
      <w:bCs/>
    </w:rPr>
  </w:style>
  <w:style w:type="paragraph" w:styleId="Listenabsatz">
    <w:name w:val="List Paragraph"/>
    <w:basedOn w:val="Standard"/>
    <w:uiPriority w:val="34"/>
    <w:rsid w:val="001B1CD5"/>
    <w:pPr>
      <w:numPr>
        <w:numId w:val="14"/>
      </w:numPr>
      <w:spacing w:line="300" w:lineRule="atLeast"/>
      <w:contextualSpacing/>
    </w:pPr>
  </w:style>
  <w:style w:type="paragraph" w:customStyle="1" w:styleId="ListBulletpoints">
    <w:name w:val="ListBulletpoints"/>
    <w:basedOn w:val="Listenabsatz"/>
    <w:qFormat/>
    <w:rsid w:val="00C60060"/>
    <w:pPr>
      <w:numPr>
        <w:numId w:val="13"/>
      </w:numPr>
      <w:tabs>
        <w:tab w:val="left" w:pos="340"/>
      </w:tabs>
      <w:spacing w:after="160"/>
    </w:pPr>
  </w:style>
  <w:style w:type="paragraph" w:customStyle="1" w:styleId="ListNummern">
    <w:name w:val="ListNummern"/>
    <w:basedOn w:val="Listenabsatz"/>
    <w:qFormat/>
    <w:rsid w:val="00C60060"/>
    <w:pPr>
      <w:tabs>
        <w:tab w:val="clear" w:pos="363"/>
        <w:tab w:val="left" w:pos="340"/>
      </w:tabs>
      <w:spacing w:after="160"/>
      <w:ind w:left="340" w:hanging="340"/>
    </w:pPr>
  </w:style>
  <w:style w:type="paragraph" w:customStyle="1" w:styleId="Gruss">
    <w:name w:val="Gruss"/>
    <w:basedOn w:val="Standard"/>
    <w:rsid w:val="008D7DB4"/>
    <w:pPr>
      <w:spacing w:before="440" w:after="880"/>
    </w:pPr>
  </w:style>
  <w:style w:type="paragraph" w:customStyle="1" w:styleId="PS">
    <w:name w:val="PS"/>
    <w:basedOn w:val="Standard"/>
    <w:rsid w:val="008461C6"/>
    <w:pPr>
      <w:spacing w:before="360"/>
      <w:ind w:left="426" w:hanging="426"/>
    </w:pPr>
  </w:style>
  <w:style w:type="paragraph" w:customStyle="1" w:styleId="Betreff">
    <w:name w:val="Betreff"/>
    <w:basedOn w:val="berschrift1"/>
    <w:next w:val="Standard"/>
    <w:rsid w:val="00B86C09"/>
    <w:pPr>
      <w:framePr w:wrap="around" w:hAnchor="text" w:y="1509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A315BB"/>
    <w:rPr>
      <w:b/>
      <w:bCs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315BB"/>
    <w:rPr>
      <w:b/>
      <w:bCs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A315BB"/>
    <w:rPr>
      <w:b/>
      <w:bCs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A315BB"/>
    <w:rPr>
      <w:b/>
      <w:bCs/>
      <w:szCs w:val="24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0755C1"/>
    <w:pPr>
      <w:keepLines/>
      <w:numPr>
        <w:numId w:val="0"/>
      </w:numPr>
      <w:spacing w:after="200" w:line="360" w:lineRule="atLeast"/>
      <w:outlineLvl w:val="9"/>
    </w:pPr>
    <w:rPr>
      <w:rFonts w:asciiTheme="majorHAnsi" w:eastAsiaTheme="majorEastAsia" w:hAnsiTheme="majorHAnsi" w:cstheme="majorBidi"/>
      <w:sz w:val="28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0755C1"/>
    <w:pPr>
      <w:tabs>
        <w:tab w:val="left" w:pos="426"/>
        <w:tab w:val="right" w:leader="dot" w:pos="8750"/>
      </w:tabs>
      <w:spacing w:before="200" w:after="0"/>
      <w:ind w:left="425" w:hanging="425"/>
    </w:pPr>
    <w:rPr>
      <w:b/>
      <w:bCs/>
      <w:noProof/>
      <w:sz w:val="18"/>
      <w:szCs w:val="18"/>
    </w:rPr>
  </w:style>
  <w:style w:type="paragraph" w:styleId="Verzeichnis2">
    <w:name w:val="toc 2"/>
    <w:basedOn w:val="Standard"/>
    <w:next w:val="Standard"/>
    <w:autoRedefine/>
    <w:uiPriority w:val="39"/>
    <w:unhideWhenUsed/>
    <w:rsid w:val="000755C1"/>
    <w:pPr>
      <w:tabs>
        <w:tab w:val="left" w:pos="851"/>
        <w:tab w:val="right" w:leader="dot" w:pos="8750"/>
      </w:tabs>
      <w:spacing w:after="0"/>
      <w:ind w:left="850" w:hanging="425"/>
    </w:pPr>
    <w:rPr>
      <w:noProof/>
      <w:sz w:val="18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0755C1"/>
    <w:pPr>
      <w:tabs>
        <w:tab w:val="left" w:pos="1134"/>
        <w:tab w:val="right" w:leader="dot" w:pos="8750"/>
      </w:tabs>
      <w:spacing w:after="0"/>
      <w:ind w:left="1134" w:hanging="567"/>
    </w:pPr>
    <w:rPr>
      <w:noProof/>
      <w:sz w:val="18"/>
      <w:szCs w:val="20"/>
    </w:rPr>
  </w:style>
  <w:style w:type="character" w:styleId="Hyperlink">
    <w:name w:val="Hyperlink"/>
    <w:basedOn w:val="Absatz-Standardschriftart"/>
    <w:uiPriority w:val="99"/>
    <w:unhideWhenUsed/>
    <w:rsid w:val="00FF5D76"/>
    <w:rPr>
      <w:color w:val="BF0D3E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FD7DF5"/>
    <w:pPr>
      <w:tabs>
        <w:tab w:val="left" w:pos="1418"/>
        <w:tab w:val="right" w:leader="dot" w:pos="8750"/>
      </w:tabs>
      <w:spacing w:after="0"/>
      <w:ind w:left="1418" w:hanging="567"/>
    </w:pPr>
    <w:rPr>
      <w:noProof/>
      <w:sz w:val="18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FD7DF5"/>
    <w:rPr>
      <w:rFonts w:asciiTheme="majorHAnsi" w:eastAsiaTheme="majorEastAsia" w:hAnsiTheme="majorHAnsi" w:cstheme="majorBidi"/>
      <w:color w:val="00312C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FD7DF5"/>
    <w:rPr>
      <w:rFonts w:asciiTheme="majorHAnsi" w:eastAsiaTheme="majorEastAsia" w:hAnsiTheme="majorHAnsi" w:cstheme="majorBidi"/>
      <w:i/>
      <w:iCs/>
      <w:color w:val="00312C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FD7DF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FD7DF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37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3715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F223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F223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F223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F22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F2230"/>
    <w:rPr>
      <w:b/>
      <w:bCs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D4DF5"/>
    <w:rPr>
      <w:color w:val="DF869F" w:themeColor="followedHyperlink"/>
      <w:u w:val="single"/>
    </w:rPr>
  </w:style>
  <w:style w:type="character" w:customStyle="1" w:styleId="normaltextrun">
    <w:name w:val="normaltextrun"/>
    <w:basedOn w:val="Absatz-Standardschriftart"/>
    <w:rsid w:val="00E2248F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F50AA6"/>
    <w:rPr>
      <w:color w:val="605E5C"/>
      <w:shd w:val="clear" w:color="auto" w:fill="E1DFDD"/>
    </w:rPr>
  </w:style>
  <w:style w:type="paragraph" w:customStyle="1" w:styleId="Corps">
    <w:name w:val="Corps"/>
    <w:rsid w:val="0072122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fr-CH" w:eastAsia="fr-CH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sid w:val="00721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ristine@pur-p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rixmontagne.ch/fr/medien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rixmontagne.ch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idemontagne.ch/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Dateien\_Office%20Vorlagen%20und%20Anleitungen\Vorlagen%20Korrespondenz\Vorlagen\Arbeitsdokument_DE.dotx" TargetMode="External"/></Relationships>
</file>

<file path=word/theme/theme1.xml><?xml version="1.0" encoding="utf-8"?>
<a:theme xmlns:a="http://schemas.openxmlformats.org/drawingml/2006/main" name="Office Theme">
  <a:themeElements>
    <a:clrScheme name="Berghilf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35B"/>
      </a:accent1>
      <a:accent2>
        <a:srgbClr val="80B1AD"/>
      </a:accent2>
      <a:accent3>
        <a:srgbClr val="F1C400"/>
      </a:accent3>
      <a:accent4>
        <a:srgbClr val="F8E280"/>
      </a:accent4>
      <a:accent5>
        <a:srgbClr val="595959"/>
      </a:accent5>
      <a:accent6>
        <a:srgbClr val="BFBFBF"/>
      </a:accent6>
      <a:hlink>
        <a:srgbClr val="BF0D3E"/>
      </a:hlink>
      <a:folHlink>
        <a:srgbClr val="DF869F"/>
      </a:folHlink>
    </a:clrScheme>
    <a:fontScheme name="Berghilf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0D8377F50BF0E42A7980D4C36FD84B0" ma:contentTypeVersion="16" ma:contentTypeDescription="Ein neues Dokument erstellen." ma:contentTypeScope="" ma:versionID="ed557cd05733752e0921a4e659cc481a">
  <xsd:schema xmlns:xsd="http://www.w3.org/2001/XMLSchema" xmlns:xs="http://www.w3.org/2001/XMLSchema" xmlns:p="http://schemas.microsoft.com/office/2006/metadata/properties" xmlns:ns2="ff95617b-96ad-4def-894f-8628e87bfb6f" xmlns:ns3="55f60135-8d71-4898-9c17-90a5516fe1f7" targetNamespace="http://schemas.microsoft.com/office/2006/metadata/properties" ma:root="true" ma:fieldsID="90f262801f1e3d5c42b820d4eb551502" ns2:_="" ns3:_="">
    <xsd:import namespace="ff95617b-96ad-4def-894f-8628e87bfb6f"/>
    <xsd:import namespace="55f60135-8d71-4898-9c17-90a5516fe1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95617b-96ad-4def-894f-8628e87bfb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87634ebe-3b7f-430f-a276-66adb454cb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60135-8d71-4898-9c17-90a5516fe1f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575f423-0376-4aba-8646-c67c0ca43f7d}" ma:internalName="TaxCatchAll" ma:showField="CatchAllData" ma:web="55f60135-8d71-4898-9c17-90a5516fe1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f95617b-96ad-4def-894f-8628e87bfb6f">
      <Terms xmlns="http://schemas.microsoft.com/office/infopath/2007/PartnerControls"/>
    </lcf76f155ced4ddcb4097134ff3c332f>
    <TaxCatchAll xmlns="55f60135-8d71-4898-9c17-90a5516fe1f7" xsi:nil="true"/>
  </documentManagement>
</p:properties>
</file>

<file path=customXml/itemProps1.xml><?xml version="1.0" encoding="utf-8"?>
<ds:datastoreItem xmlns:ds="http://schemas.openxmlformats.org/officeDocument/2006/customXml" ds:itemID="{1A423032-7EDF-4CFE-91E6-C8B93A68B6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95617b-96ad-4def-894f-8628e87bfb6f"/>
    <ds:schemaRef ds:uri="55f60135-8d71-4898-9c17-90a5516fe1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170E8D-8D18-4F11-9A8C-67E23B937F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CCD525-43EC-41B6-A473-BF231D9267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78F115-3162-40FE-9256-24B5DA554296}">
  <ds:schemaRefs>
    <ds:schemaRef ds:uri="http://schemas.microsoft.com/office/2006/metadata/properties"/>
    <ds:schemaRef ds:uri="http://schemas.microsoft.com/office/infopath/2007/PartnerControls"/>
    <ds:schemaRef ds:uri="ff95617b-96ad-4def-894f-8628e87bfb6f"/>
    <ds:schemaRef ds:uri="55f60135-8d71-4898-9c17-90a5516fe1f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O:\Dateien\_Office Vorlagen und Anleitungen\Vorlagen Korrespondenz\Vorlagen\Arbeitsdokument_DE.dotx</Template>
  <TotalTime>0</TotalTime>
  <Pages>1</Pages>
  <Words>224</Words>
  <Characters>1417</Characters>
  <Application>Microsoft Office Word</Application>
  <DocSecurity>0</DocSecurity>
  <Lines>11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Eicher</dc:creator>
  <cp:keywords>, docId:7B5B68E3737DBB50CD2606EC07B273EB</cp:keywords>
  <dc:description/>
  <cp:lastModifiedBy>Lukas Ziegler</cp:lastModifiedBy>
  <cp:revision>11</cp:revision>
  <cp:lastPrinted>2020-06-23T09:53:00Z</cp:lastPrinted>
  <dcterms:created xsi:type="dcterms:W3CDTF">2024-06-27T13:45:00Z</dcterms:created>
  <dcterms:modified xsi:type="dcterms:W3CDTF">2024-07-07T18:54:00Z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0x01010060D8377F50BF0E42A7980D4C36FD84B0</vt:lpwstr>
  </property>
  <property fmtid="{D5CDD505-2E9C-101B-9397-08002B2CF9AE}" pid="3" name="MediaServiceImageTags">
    <vt:lpwstr/>
  </property>
</Properties>
</file>